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516" w:rsidRDefault="00BB2516"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BB2516" w:rsidRDefault="00BB2516"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«ЖилРемЗаказчик»</w:t>
      </w:r>
    </w:p>
    <w:p w:rsidR="00BB2516" w:rsidRDefault="00BB2516"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__________В.А.Зацепин</w:t>
      </w:r>
    </w:p>
    <w:p w:rsidR="00BB2516" w:rsidRDefault="00BB2516"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BB2516" w:rsidRDefault="00BB2516" w:rsidP="00596C11">
      <w:pPr>
        <w:jc w:val="center"/>
        <w:rPr>
          <w:rFonts w:ascii="Times New Roman" w:hAnsi="Times New Roman" w:cs="Times New Roman"/>
          <w:b/>
          <w:bCs/>
          <w:sz w:val="28"/>
          <w:szCs w:val="28"/>
        </w:rPr>
      </w:pPr>
    </w:p>
    <w:p w:rsidR="00BB2516" w:rsidRDefault="00BB2516" w:rsidP="00596C11">
      <w:pPr>
        <w:jc w:val="center"/>
        <w:rPr>
          <w:rFonts w:ascii="Times New Roman" w:hAnsi="Times New Roman" w:cs="Times New Roman"/>
          <w:b/>
          <w:bCs/>
          <w:sz w:val="28"/>
          <w:szCs w:val="28"/>
        </w:rPr>
      </w:pPr>
    </w:p>
    <w:p w:rsidR="00BB2516" w:rsidRDefault="00BB2516" w:rsidP="00596C11">
      <w:pPr>
        <w:jc w:val="center"/>
        <w:rPr>
          <w:rFonts w:ascii="Times New Roman" w:hAnsi="Times New Roman" w:cs="Times New Roman"/>
          <w:b/>
          <w:bCs/>
          <w:sz w:val="28"/>
          <w:szCs w:val="28"/>
        </w:rPr>
      </w:pPr>
    </w:p>
    <w:p w:rsidR="00BB2516" w:rsidRDefault="00BB2516" w:rsidP="00596C11">
      <w:pPr>
        <w:jc w:val="center"/>
        <w:rPr>
          <w:rFonts w:ascii="Times New Roman" w:hAnsi="Times New Roman" w:cs="Times New Roman"/>
          <w:b/>
          <w:bCs/>
          <w:sz w:val="28"/>
          <w:szCs w:val="28"/>
        </w:rPr>
      </w:pPr>
    </w:p>
    <w:p w:rsidR="00BB2516" w:rsidRDefault="00BB2516" w:rsidP="00596C11">
      <w:pPr>
        <w:jc w:val="center"/>
        <w:rPr>
          <w:rFonts w:ascii="Times New Roman" w:hAnsi="Times New Roman" w:cs="Times New Roman"/>
          <w:b/>
          <w:bCs/>
          <w:sz w:val="28"/>
          <w:szCs w:val="28"/>
        </w:rPr>
      </w:pPr>
    </w:p>
    <w:p w:rsidR="00BB2516" w:rsidRPr="00596C11" w:rsidRDefault="00BB2516"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27</w:t>
      </w:r>
    </w:p>
    <w:p w:rsidR="00BB2516" w:rsidRPr="00596C11" w:rsidRDefault="00BB2516"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BB2516" w:rsidRPr="00596C11" w:rsidRDefault="00BB2516"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BB2516" w:rsidRDefault="00BB2516"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BB2516" w:rsidRPr="00596C11" w:rsidRDefault="00BB2516"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Ломоносова, 70.</w:t>
      </w:r>
    </w:p>
    <w:p w:rsidR="00BB2516" w:rsidRPr="005F5DCD" w:rsidRDefault="00BB2516" w:rsidP="00596C11">
      <w:pPr>
        <w:autoSpaceDE w:val="0"/>
        <w:jc w:val="center"/>
        <w:rPr>
          <w:b/>
          <w:bCs/>
          <w:sz w:val="28"/>
          <w:szCs w:val="28"/>
        </w:rPr>
      </w:pPr>
    </w:p>
    <w:p w:rsidR="00BB2516" w:rsidRDefault="00BB2516" w:rsidP="00431B2C">
      <w:pPr>
        <w:spacing w:after="0" w:line="240" w:lineRule="auto"/>
        <w:ind w:firstLine="709"/>
        <w:jc w:val="both"/>
      </w:pPr>
    </w:p>
    <w:p w:rsidR="00BB2516" w:rsidRDefault="00BB2516"/>
    <w:p w:rsidR="00BB2516" w:rsidRDefault="00BB2516"/>
    <w:p w:rsidR="00BB2516" w:rsidRDefault="00BB2516"/>
    <w:p w:rsidR="00BB2516" w:rsidRDefault="00BB2516"/>
    <w:p w:rsidR="00BB2516" w:rsidRDefault="00BB2516"/>
    <w:p w:rsidR="00BB2516" w:rsidRDefault="00BB2516"/>
    <w:p w:rsidR="00BB2516" w:rsidRDefault="00BB2516"/>
    <w:p w:rsidR="00BB2516" w:rsidRDefault="00BB2516"/>
    <w:p w:rsidR="00BB2516" w:rsidRDefault="00BB2516"/>
    <w:p w:rsidR="00BB2516" w:rsidRDefault="00BB2516"/>
    <w:p w:rsidR="00BB2516" w:rsidRDefault="00BB2516"/>
    <w:p w:rsidR="00BB2516" w:rsidRDefault="00BB2516"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BB2516" w:rsidRDefault="00BB2516"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Ломоносова, 70.</w:t>
      </w:r>
      <w:r w:rsidRPr="003B5845">
        <w:rPr>
          <w:rFonts w:ascii="Times New Roman" w:hAnsi="Times New Roman" w:cs="Times New Roman"/>
          <w:sz w:val="24"/>
          <w:szCs w:val="24"/>
        </w:rPr>
        <w:t xml:space="preserve"> </w:t>
      </w:r>
    </w:p>
    <w:p w:rsidR="00BB2516" w:rsidRPr="00802EA6" w:rsidRDefault="00BB2516"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BB2516" w:rsidRPr="00707F60" w:rsidRDefault="00BB2516" w:rsidP="00802EA6">
      <w:pPr>
        <w:pStyle w:val="ListParagraph"/>
        <w:tabs>
          <w:tab w:val="left" w:pos="3405"/>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ab/>
        <w:t>Лот № 2- Установка ПУ.</w:t>
      </w:r>
    </w:p>
    <w:p w:rsidR="00BB2516" w:rsidRPr="00707F60" w:rsidRDefault="00BB2516"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BB2516" w:rsidRPr="00707F60" w:rsidRDefault="00BB251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BB2516" w:rsidRDefault="00BB2516" w:rsidP="00100CA4">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«ЖилРемЗаказчик»</w:t>
      </w:r>
    </w:p>
    <w:p w:rsidR="00BB2516" w:rsidRPr="00A8325C" w:rsidRDefault="00BB2516" w:rsidP="00100CA4">
      <w:pPr>
        <w:autoSpaceDE w:val="0"/>
        <w:autoSpaceDN w:val="0"/>
        <w:adjustRightInd w:val="0"/>
        <w:spacing w:after="0" w:line="240" w:lineRule="auto"/>
        <w:ind w:firstLine="539"/>
        <w:jc w:val="both"/>
        <w:rPr>
          <w:rFonts w:ascii="Times New Roman" w:hAnsi="Times New Roman" w:cs="Times New Roman"/>
          <w:sz w:val="24"/>
          <w:szCs w:val="24"/>
        </w:rPr>
      </w:pPr>
      <w:r w:rsidRPr="00A8325C">
        <w:rPr>
          <w:rFonts w:ascii="Times New Roman" w:hAnsi="Times New Roman" w:cs="Times New Roman"/>
          <w:sz w:val="24"/>
          <w:szCs w:val="24"/>
        </w:rPr>
        <w:t xml:space="preserve">ИНН/КПП </w:t>
      </w:r>
      <w:r>
        <w:rPr>
          <w:rFonts w:ascii="Times New Roman" w:hAnsi="Times New Roman" w:cs="Times New Roman"/>
          <w:sz w:val="24"/>
          <w:szCs w:val="24"/>
        </w:rPr>
        <w:t>2209037937/220901001</w:t>
      </w:r>
    </w:p>
    <w:p w:rsidR="00BB2516" w:rsidRPr="00B0323D" w:rsidRDefault="00BB2516" w:rsidP="00100CA4">
      <w:pPr>
        <w:autoSpaceDE w:val="0"/>
        <w:autoSpaceDN w:val="0"/>
        <w:adjustRightInd w:val="0"/>
        <w:spacing w:after="0" w:line="240" w:lineRule="auto"/>
        <w:ind w:firstLine="539"/>
        <w:jc w:val="both"/>
        <w:rPr>
          <w:rFonts w:ascii="Times New Roman" w:hAnsi="Times New Roman" w:cs="Times New Roman"/>
          <w:sz w:val="24"/>
          <w:szCs w:val="24"/>
        </w:rPr>
      </w:pPr>
      <w:r w:rsidRPr="00A8325C">
        <w:rPr>
          <w:rFonts w:ascii="Times New Roman" w:hAnsi="Times New Roman" w:cs="Times New Roman"/>
          <w:sz w:val="24"/>
          <w:szCs w:val="24"/>
        </w:rPr>
        <w:t xml:space="preserve">тел./факс 8 (385-57) </w:t>
      </w:r>
      <w:r>
        <w:rPr>
          <w:rFonts w:ascii="Times New Roman" w:hAnsi="Times New Roman" w:cs="Times New Roman"/>
          <w:sz w:val="24"/>
          <w:szCs w:val="24"/>
        </w:rPr>
        <w:t>2-77-61</w:t>
      </w:r>
      <w:r w:rsidRPr="00A8325C">
        <w:rPr>
          <w:rFonts w:ascii="Times New Roman" w:hAnsi="Times New Roman" w:cs="Times New Roman"/>
          <w:sz w:val="24"/>
          <w:szCs w:val="24"/>
        </w:rPr>
        <w:t xml:space="preserve">, эл.адрес: </w:t>
      </w:r>
      <w:hyperlink r:id="rId5" w:history="1">
        <w:r w:rsidRPr="00B0323D">
          <w:rPr>
            <w:rFonts w:ascii="Times New Roman" w:hAnsi="Times New Roman" w:cs="Times New Roman"/>
            <w:sz w:val="24"/>
            <w:szCs w:val="24"/>
          </w:rPr>
          <w:t>mar197777@mail.ru</w:t>
        </w:r>
      </w:hyperlink>
    </w:p>
    <w:p w:rsidR="00BB2516" w:rsidRPr="00A8325C" w:rsidRDefault="00BB2516" w:rsidP="00100CA4">
      <w:pPr>
        <w:autoSpaceDE w:val="0"/>
        <w:autoSpaceDN w:val="0"/>
        <w:adjustRightInd w:val="0"/>
        <w:spacing w:after="0" w:line="240" w:lineRule="auto"/>
        <w:ind w:firstLine="539"/>
        <w:jc w:val="both"/>
        <w:rPr>
          <w:rFonts w:ascii="Times New Roman" w:hAnsi="Times New Roman" w:cs="Times New Roman"/>
          <w:sz w:val="24"/>
          <w:szCs w:val="24"/>
        </w:rPr>
      </w:pPr>
      <w:r w:rsidRPr="00A8325C">
        <w:rPr>
          <w:rFonts w:ascii="Times New Roman" w:hAnsi="Times New Roman" w:cs="Times New Roman"/>
          <w:sz w:val="24"/>
          <w:szCs w:val="24"/>
        </w:rPr>
        <w:t xml:space="preserve">Алтайский край, г. Рубцовск, </w:t>
      </w:r>
      <w:r>
        <w:rPr>
          <w:rFonts w:ascii="Times New Roman" w:hAnsi="Times New Roman" w:cs="Times New Roman"/>
          <w:sz w:val="24"/>
          <w:szCs w:val="24"/>
        </w:rPr>
        <w:t>пер. Гоголевский, 37г</w:t>
      </w:r>
    </w:p>
    <w:p w:rsidR="00BB2516" w:rsidRDefault="00BB2516" w:rsidP="00100CA4">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Зацепин Виктор Алексеевич</w:t>
      </w:r>
    </w:p>
    <w:p w:rsidR="00BB2516" w:rsidRPr="00707F60" w:rsidRDefault="00BB2516" w:rsidP="00100CA4">
      <w:pPr>
        <w:tabs>
          <w:tab w:val="left" w:pos="0"/>
        </w:tabs>
        <w:spacing w:after="0" w:line="240" w:lineRule="auto"/>
        <w:ind w:firstLine="567"/>
        <w:jc w:val="both"/>
        <w:rPr>
          <w:rFonts w:ascii="Times New Roman" w:hAnsi="Times New Roman" w:cs="Times New Roman"/>
          <w:sz w:val="24"/>
          <w:szCs w:val="24"/>
        </w:rPr>
      </w:pPr>
    </w:p>
    <w:p w:rsidR="00BB2516" w:rsidRPr="00707F60" w:rsidRDefault="00BB251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BB2516" w:rsidRDefault="00BB2516"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BB2516" w:rsidRDefault="00BB251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BB2516" w:rsidRPr="00243B63" w:rsidRDefault="00BB2516"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BB2516" w:rsidRPr="00707F60" w:rsidRDefault="00BB251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BB2516" w:rsidRPr="00243B63" w:rsidRDefault="00BB251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BB2516" w:rsidRPr="00243B63" w:rsidRDefault="00BB251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BB2516" w:rsidRDefault="00BB2516" w:rsidP="006A5A6F">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Лот № 1 – 394 040 (триста девяносто четыре тысячи сорок)</w:t>
      </w:r>
      <w:r w:rsidRPr="005B6F0B">
        <w:rPr>
          <w:rFonts w:ascii="Times New Roman" w:hAnsi="Times New Roman" w:cs="Times New Roman"/>
          <w:color w:val="000000"/>
          <w:sz w:val="24"/>
          <w:szCs w:val="24"/>
        </w:rPr>
        <w:t xml:space="preserve"> рублей 00 копеек.</w:t>
      </w:r>
    </w:p>
    <w:p w:rsidR="00BB2516" w:rsidRDefault="00BB2516" w:rsidP="006A5A6F">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Лот 3 2 – 121 000 (сто двадцать одна тысяча) рублей 00 копеек</w:t>
      </w:r>
      <w:r w:rsidRPr="005B6F0B">
        <w:rPr>
          <w:rFonts w:ascii="Times New Roman" w:hAnsi="Times New Roman" w:cs="Times New Roman"/>
          <w:color w:val="000000"/>
          <w:sz w:val="24"/>
          <w:szCs w:val="24"/>
        </w:rPr>
        <w:t>.</w:t>
      </w:r>
    </w:p>
    <w:p w:rsidR="00BB2516" w:rsidRPr="00464C00" w:rsidRDefault="00BB2516"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BB2516" w:rsidRPr="00FC5EC1" w:rsidRDefault="00BB251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BB2516" w:rsidRPr="003B5845" w:rsidRDefault="00BB2516"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BB2516" w:rsidRPr="003B7EE8" w:rsidRDefault="00BB251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BB2516" w:rsidRDefault="00BB2516"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BB2516" w:rsidRPr="00243B63" w:rsidRDefault="00BB251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BB2516" w:rsidRPr="00243B63" w:rsidRDefault="00BB251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29 » мая </w:t>
      </w:r>
      <w:r w:rsidRPr="00243B63">
        <w:rPr>
          <w:rFonts w:ascii="Times New Roman" w:hAnsi="Times New Roman" w:cs="Times New Roman"/>
          <w:sz w:val="24"/>
          <w:szCs w:val="24"/>
        </w:rPr>
        <w:t>2012 г.</w:t>
      </w:r>
    </w:p>
    <w:p w:rsidR="00BB2516" w:rsidRDefault="00BB251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15</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20 </w:t>
      </w:r>
      <w:r w:rsidRPr="00243B63">
        <w:rPr>
          <w:rFonts w:ascii="Times New Roman" w:hAnsi="Times New Roman" w:cs="Times New Roman"/>
          <w:sz w:val="24"/>
          <w:szCs w:val="24"/>
        </w:rPr>
        <w:t>мин.</w:t>
      </w:r>
    </w:p>
    <w:p w:rsidR="00BB2516" w:rsidRDefault="00BB251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BB2516" w:rsidRDefault="00BB251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BB2516" w:rsidRDefault="00BB2516"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BB2516" w:rsidRPr="00665978" w:rsidRDefault="00BB2516" w:rsidP="00665978">
      <w:pPr>
        <w:pStyle w:val="ListParagraph"/>
        <w:tabs>
          <w:tab w:val="left" w:pos="0"/>
        </w:tabs>
        <w:spacing w:after="0" w:line="240" w:lineRule="auto"/>
        <w:ind w:left="567"/>
        <w:jc w:val="both"/>
        <w:rPr>
          <w:rFonts w:ascii="Times New Roman" w:hAnsi="Times New Roman" w:cs="Times New Roman"/>
          <w:sz w:val="24"/>
          <w:szCs w:val="24"/>
        </w:rPr>
      </w:pPr>
    </w:p>
    <w:p w:rsidR="00BB2516" w:rsidRPr="00247573" w:rsidRDefault="00BB2516"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BB2516" w:rsidRPr="00247573" w:rsidRDefault="00BB2516"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BB2516" w:rsidRPr="0075512B" w:rsidRDefault="00BB2516"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BB2516" w:rsidRPr="0075512B" w:rsidRDefault="00BB2516"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BB2516" w:rsidRPr="0075512B" w:rsidRDefault="00BB2516"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BB2516" w:rsidRPr="0075512B" w:rsidRDefault="00BB2516"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BB2516" w:rsidRPr="0075512B" w:rsidRDefault="00BB2516"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BB2516" w:rsidRDefault="00BB2516" w:rsidP="000578C0">
      <w:pPr>
        <w:spacing w:line="240" w:lineRule="auto"/>
        <w:jc w:val="center"/>
        <w:rPr>
          <w:rFonts w:ascii="Times New Roman" w:hAnsi="Times New Roman" w:cs="Times New Roman"/>
          <w:sz w:val="24"/>
          <w:szCs w:val="24"/>
        </w:rPr>
      </w:pPr>
    </w:p>
    <w:p w:rsidR="00BB2516" w:rsidRDefault="00BB2516"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BB2516" w:rsidRPr="00BF7716" w:rsidRDefault="00BB2516"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BB2516" w:rsidRDefault="00BB2516" w:rsidP="000578C0">
      <w:pPr>
        <w:pStyle w:val="ListParagraph"/>
        <w:spacing w:line="240" w:lineRule="auto"/>
        <w:ind w:left="0" w:firstLine="567"/>
        <w:rPr>
          <w:rFonts w:ascii="Times New Roman" w:hAnsi="Times New Roman" w:cs="Times New Roman"/>
          <w:sz w:val="24"/>
          <w:szCs w:val="24"/>
        </w:rPr>
      </w:pPr>
    </w:p>
    <w:p w:rsidR="00BB2516" w:rsidRPr="00907E6B" w:rsidRDefault="00BB2516"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BB2516" w:rsidRPr="00907E6B" w:rsidRDefault="00BB251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BB2516" w:rsidRPr="00907E6B" w:rsidRDefault="00BB251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BB2516" w:rsidRPr="00CB48A1" w:rsidRDefault="00BB251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BB2516" w:rsidRPr="00CB48A1" w:rsidRDefault="00BB251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BB2516" w:rsidRPr="00CB48A1" w:rsidRDefault="00BB251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BB2516" w:rsidRPr="00CB48A1" w:rsidRDefault="00BB251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BB2516" w:rsidRPr="00CB48A1" w:rsidRDefault="00BB251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BB2516" w:rsidRPr="00CB48A1" w:rsidRDefault="00BB251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BB2516" w:rsidRPr="00CB48A1" w:rsidRDefault="00BB251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BB2516" w:rsidRPr="00CB48A1" w:rsidRDefault="00BB251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BB2516" w:rsidRPr="00CB48A1" w:rsidRDefault="00BB251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BB2516" w:rsidRPr="003F203C" w:rsidRDefault="00BB251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BB2516" w:rsidRPr="00CB48A1" w:rsidRDefault="00BB251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BB2516" w:rsidRPr="00CB48A1" w:rsidRDefault="00BB251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BB2516" w:rsidRPr="00CB48A1" w:rsidRDefault="00BB251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BB2516" w:rsidRDefault="00BB251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BB2516" w:rsidRPr="00CB48A1" w:rsidRDefault="00BB2516" w:rsidP="00045BE8">
      <w:pPr>
        <w:autoSpaceDE w:val="0"/>
        <w:autoSpaceDN w:val="0"/>
        <w:adjustRightInd w:val="0"/>
        <w:spacing w:after="0" w:line="240" w:lineRule="auto"/>
        <w:ind w:left="567"/>
        <w:jc w:val="both"/>
        <w:rPr>
          <w:rFonts w:ascii="Times New Roman" w:hAnsi="Times New Roman" w:cs="Times New Roman"/>
          <w:sz w:val="24"/>
          <w:szCs w:val="24"/>
        </w:rPr>
      </w:pPr>
    </w:p>
    <w:p w:rsidR="00BB2516" w:rsidRPr="00BF7716" w:rsidRDefault="00BB2516"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BB2516" w:rsidRPr="003C6131" w:rsidRDefault="00BB2516"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BB2516" w:rsidRPr="003C6131" w:rsidRDefault="00BB2516"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BB2516" w:rsidRPr="0014304B" w:rsidRDefault="00BB2516"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BB2516" w:rsidRDefault="00BB2516"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BB2516" w:rsidRPr="0014304B" w:rsidRDefault="00BB251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BB2516" w:rsidRPr="0014304B" w:rsidRDefault="00BB251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BB2516" w:rsidRPr="0014304B" w:rsidRDefault="00BB251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BB2516" w:rsidRPr="0014304B" w:rsidRDefault="00BB251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BB2516" w:rsidRPr="0014304B" w:rsidRDefault="00BB251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BB2516" w:rsidRPr="005F5DCD" w:rsidRDefault="00BB251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BB2516" w:rsidRPr="005F5DCD" w:rsidRDefault="00BB251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BB2516" w:rsidRPr="005F5DCD" w:rsidRDefault="00BB251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BB2516" w:rsidRPr="005F5DCD" w:rsidRDefault="00BB251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BB2516" w:rsidRPr="005F5DCD" w:rsidRDefault="00BB251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BB2516" w:rsidRPr="0014304B" w:rsidRDefault="00BB2516"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BB2516" w:rsidRPr="0014304B" w:rsidRDefault="00BB2516"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BB2516" w:rsidRPr="0014304B" w:rsidRDefault="00BB2516"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BB2516" w:rsidRDefault="00BB2516"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BB2516" w:rsidRPr="0014304B" w:rsidRDefault="00BB2516"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BB2516" w:rsidRPr="003C6131" w:rsidRDefault="00BB2516"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BB2516" w:rsidRDefault="00BB2516"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BB2516" w:rsidRPr="00BF7716" w:rsidRDefault="00BB2516"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BB2516" w:rsidRDefault="00BB2516"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BB2516" w:rsidRPr="00C16C63" w:rsidRDefault="00BB251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BB2516" w:rsidRPr="00C16C63" w:rsidRDefault="00BB251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BB2516" w:rsidRPr="00C16C63" w:rsidRDefault="00BB251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BB2516" w:rsidRPr="00C16C63" w:rsidRDefault="00BB251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BB2516" w:rsidRPr="00C16C63" w:rsidRDefault="00BB251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BB2516" w:rsidRPr="00C16C63" w:rsidRDefault="00BB251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BB2516" w:rsidRPr="00C16C63" w:rsidRDefault="00BB251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BB2516" w:rsidRPr="00C16C63" w:rsidRDefault="00BB251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BB2516" w:rsidRPr="00C16C63" w:rsidRDefault="00BB251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BB2516" w:rsidRPr="00C16C63" w:rsidRDefault="00BB251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BB2516" w:rsidRPr="00C16C63" w:rsidRDefault="00BB251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BB2516" w:rsidRPr="00C16C63" w:rsidRDefault="00BB251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BB2516" w:rsidRPr="00C16C63" w:rsidRDefault="00BB251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BB2516" w:rsidRDefault="00BB251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BB2516" w:rsidRPr="00177D18">
        <w:tc>
          <w:tcPr>
            <w:tcW w:w="8755" w:type="dxa"/>
            <w:gridSpan w:val="5"/>
            <w:tcBorders>
              <w:top w:val="nil"/>
              <w:left w:val="nil"/>
              <w:right w:val="nil"/>
            </w:tcBorders>
          </w:tcPr>
          <w:p w:rsidR="00BB2516" w:rsidRPr="00C16C63" w:rsidRDefault="00BB2516"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BB2516" w:rsidRPr="00C16C63" w:rsidRDefault="00BB2516"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BB2516" w:rsidRPr="00C16C63" w:rsidRDefault="00BB2516" w:rsidP="00F10885">
            <w:pPr>
              <w:spacing w:after="0" w:line="240" w:lineRule="auto"/>
              <w:jc w:val="center"/>
              <w:rPr>
                <w:rFonts w:ascii="Times New Roman" w:hAnsi="Times New Roman" w:cs="Times New Roman"/>
                <w:sz w:val="24"/>
                <w:szCs w:val="24"/>
              </w:rPr>
            </w:pPr>
          </w:p>
        </w:tc>
      </w:tr>
      <w:tr w:rsidR="00BB2516" w:rsidRPr="00177D18">
        <w:tc>
          <w:tcPr>
            <w:tcW w:w="428"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BB2516" w:rsidRPr="00177D18">
        <w:tc>
          <w:tcPr>
            <w:tcW w:w="428" w:type="dxa"/>
            <w:vMerge w:val="restart"/>
          </w:tcPr>
          <w:p w:rsidR="00BB2516" w:rsidRPr="00C16C63" w:rsidRDefault="00BB2516" w:rsidP="00F10885">
            <w:pPr>
              <w:spacing w:after="0" w:line="240" w:lineRule="auto"/>
              <w:jc w:val="center"/>
              <w:rPr>
                <w:rFonts w:ascii="Times New Roman" w:hAnsi="Times New Roman" w:cs="Times New Roman"/>
                <w:sz w:val="24"/>
                <w:szCs w:val="24"/>
              </w:rPr>
            </w:pPr>
          </w:p>
          <w:p w:rsidR="00BB2516" w:rsidRPr="00C16C63" w:rsidRDefault="00BB2516" w:rsidP="00F10885">
            <w:pPr>
              <w:spacing w:after="0" w:line="240" w:lineRule="auto"/>
              <w:jc w:val="center"/>
              <w:rPr>
                <w:rFonts w:ascii="Times New Roman" w:hAnsi="Times New Roman" w:cs="Times New Roman"/>
                <w:sz w:val="24"/>
                <w:szCs w:val="24"/>
              </w:rPr>
            </w:pPr>
          </w:p>
          <w:p w:rsidR="00BB2516" w:rsidRPr="00C16C63" w:rsidRDefault="00BB2516" w:rsidP="00F10885">
            <w:pPr>
              <w:spacing w:after="0" w:line="240" w:lineRule="auto"/>
              <w:jc w:val="center"/>
              <w:rPr>
                <w:rFonts w:ascii="Times New Roman" w:hAnsi="Times New Roman" w:cs="Times New Roman"/>
                <w:sz w:val="24"/>
                <w:szCs w:val="24"/>
              </w:rPr>
            </w:pPr>
          </w:p>
          <w:p w:rsidR="00BB2516" w:rsidRPr="00C16C63" w:rsidRDefault="00BB2516" w:rsidP="00F10885">
            <w:pPr>
              <w:spacing w:after="0" w:line="240" w:lineRule="auto"/>
              <w:jc w:val="center"/>
              <w:rPr>
                <w:rFonts w:ascii="Times New Roman" w:hAnsi="Times New Roman" w:cs="Times New Roman"/>
                <w:sz w:val="24"/>
                <w:szCs w:val="24"/>
              </w:rPr>
            </w:pPr>
          </w:p>
        </w:tc>
        <w:tc>
          <w:tcPr>
            <w:tcW w:w="1817" w:type="dxa"/>
            <w:vMerge w:val="restart"/>
          </w:tcPr>
          <w:p w:rsidR="00BB2516" w:rsidRPr="00C16C63" w:rsidRDefault="00BB2516" w:rsidP="00F10885">
            <w:pPr>
              <w:spacing w:after="0" w:line="240" w:lineRule="auto"/>
              <w:jc w:val="center"/>
              <w:rPr>
                <w:rFonts w:ascii="Times New Roman" w:hAnsi="Times New Roman" w:cs="Times New Roman"/>
                <w:sz w:val="24"/>
                <w:szCs w:val="24"/>
              </w:rPr>
            </w:pPr>
          </w:p>
          <w:p w:rsidR="00BB2516" w:rsidRPr="00C16C63" w:rsidRDefault="00BB2516" w:rsidP="00F10885">
            <w:pPr>
              <w:spacing w:after="0" w:line="240" w:lineRule="auto"/>
              <w:jc w:val="center"/>
              <w:rPr>
                <w:rFonts w:ascii="Times New Roman" w:hAnsi="Times New Roman" w:cs="Times New Roman"/>
                <w:sz w:val="24"/>
                <w:szCs w:val="24"/>
              </w:rPr>
            </w:pPr>
          </w:p>
          <w:p w:rsidR="00BB2516" w:rsidRPr="00C16C63" w:rsidRDefault="00BB2516" w:rsidP="00F10885">
            <w:pPr>
              <w:spacing w:after="0" w:line="240" w:lineRule="auto"/>
              <w:jc w:val="center"/>
              <w:rPr>
                <w:rFonts w:ascii="Times New Roman" w:hAnsi="Times New Roman" w:cs="Times New Roman"/>
                <w:sz w:val="24"/>
                <w:szCs w:val="24"/>
              </w:rPr>
            </w:pPr>
          </w:p>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BB2516" w:rsidRPr="00C16C63" w:rsidRDefault="00BB2516" w:rsidP="00F10885">
            <w:pPr>
              <w:spacing w:after="0" w:line="240" w:lineRule="auto"/>
              <w:jc w:val="center"/>
              <w:rPr>
                <w:rFonts w:ascii="Times New Roman" w:hAnsi="Times New Roman" w:cs="Times New Roman"/>
                <w:sz w:val="24"/>
                <w:szCs w:val="24"/>
              </w:rPr>
            </w:pPr>
          </w:p>
          <w:p w:rsidR="00BB2516" w:rsidRPr="00C16C63" w:rsidRDefault="00BB2516" w:rsidP="00F10885">
            <w:pPr>
              <w:spacing w:after="0" w:line="240" w:lineRule="auto"/>
              <w:jc w:val="center"/>
              <w:rPr>
                <w:rFonts w:ascii="Times New Roman" w:hAnsi="Times New Roman" w:cs="Times New Roman"/>
                <w:sz w:val="24"/>
                <w:szCs w:val="24"/>
              </w:rPr>
            </w:pPr>
          </w:p>
          <w:p w:rsidR="00BB2516" w:rsidRPr="00C16C63" w:rsidRDefault="00BB2516" w:rsidP="00F10885">
            <w:pPr>
              <w:spacing w:after="0" w:line="240" w:lineRule="auto"/>
              <w:jc w:val="center"/>
              <w:rPr>
                <w:rFonts w:ascii="Times New Roman" w:hAnsi="Times New Roman" w:cs="Times New Roman"/>
                <w:sz w:val="24"/>
                <w:szCs w:val="24"/>
              </w:rPr>
            </w:pPr>
          </w:p>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BB2516" w:rsidRPr="00177D18">
        <w:tc>
          <w:tcPr>
            <w:tcW w:w="42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817"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63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240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BB2516" w:rsidRPr="00177D18">
        <w:tc>
          <w:tcPr>
            <w:tcW w:w="42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817"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63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240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BB2516" w:rsidRPr="00177D18">
        <w:tc>
          <w:tcPr>
            <w:tcW w:w="42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817"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63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240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BB2516" w:rsidRPr="00177D18">
        <w:tc>
          <w:tcPr>
            <w:tcW w:w="42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817"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63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240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BB2516" w:rsidRPr="00177D18">
        <w:tc>
          <w:tcPr>
            <w:tcW w:w="42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817"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63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240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BB2516" w:rsidRPr="00177D18">
        <w:tc>
          <w:tcPr>
            <w:tcW w:w="42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817"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63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240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BB2516" w:rsidRPr="00177D18">
        <w:tc>
          <w:tcPr>
            <w:tcW w:w="42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817"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63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240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BB2516" w:rsidRPr="00177D18">
        <w:tc>
          <w:tcPr>
            <w:tcW w:w="42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817"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63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240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BB2516" w:rsidRPr="00177D18">
        <w:tc>
          <w:tcPr>
            <w:tcW w:w="42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817"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63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240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BB2516" w:rsidRPr="00177D18">
        <w:tc>
          <w:tcPr>
            <w:tcW w:w="42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817"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63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240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BB2516" w:rsidRPr="00177D18">
        <w:tc>
          <w:tcPr>
            <w:tcW w:w="42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817"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63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240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BB2516" w:rsidRPr="00177D18">
        <w:tc>
          <w:tcPr>
            <w:tcW w:w="42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817"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1638" w:type="dxa"/>
            <w:vMerge/>
          </w:tcPr>
          <w:p w:rsidR="00BB2516" w:rsidRPr="00C16C63" w:rsidRDefault="00BB2516" w:rsidP="00F10885">
            <w:pPr>
              <w:spacing w:after="0" w:line="240" w:lineRule="auto"/>
              <w:jc w:val="center"/>
              <w:rPr>
                <w:rFonts w:ascii="Times New Roman" w:hAnsi="Times New Roman" w:cs="Times New Roman"/>
                <w:sz w:val="24"/>
                <w:szCs w:val="24"/>
              </w:rPr>
            </w:pPr>
          </w:p>
        </w:tc>
        <w:tc>
          <w:tcPr>
            <w:tcW w:w="240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BB2516" w:rsidRPr="00C16C63" w:rsidRDefault="00BB25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BB2516" w:rsidRPr="00C16C63" w:rsidRDefault="00BB2516"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BB2516" w:rsidRPr="00177D18">
        <w:trPr>
          <w:trHeight w:val="274"/>
        </w:trPr>
        <w:tc>
          <w:tcPr>
            <w:tcW w:w="318" w:type="dxa"/>
            <w:tcBorders>
              <w:top w:val="nil"/>
              <w:left w:val="nil"/>
              <w:bottom w:val="nil"/>
              <w:right w:val="nil"/>
            </w:tcBorders>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BB2516" w:rsidRPr="00F10885" w:rsidRDefault="00BB2516"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BB2516" w:rsidRPr="00177D18">
        <w:tc>
          <w:tcPr>
            <w:tcW w:w="8897" w:type="dxa"/>
            <w:gridSpan w:val="9"/>
            <w:tcBorders>
              <w:top w:val="nil"/>
              <w:left w:val="nil"/>
              <w:right w:val="nil"/>
            </w:tcBorders>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BB2516" w:rsidRPr="00177D18">
        <w:tc>
          <w:tcPr>
            <w:tcW w:w="534"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BB2516" w:rsidRPr="00177D18">
        <w:tc>
          <w:tcPr>
            <w:tcW w:w="534" w:type="dxa"/>
            <w:gridSpan w:val="2"/>
            <w:vMerge w:val="restart"/>
          </w:tcPr>
          <w:p w:rsidR="00BB2516" w:rsidRPr="00F10885" w:rsidRDefault="00BB2516" w:rsidP="00F10885">
            <w:pPr>
              <w:spacing w:after="0" w:line="240" w:lineRule="auto"/>
              <w:ind w:firstLine="567"/>
              <w:jc w:val="both"/>
              <w:rPr>
                <w:rFonts w:ascii="Times New Roman" w:hAnsi="Times New Roman" w:cs="Times New Roman"/>
                <w:sz w:val="24"/>
                <w:szCs w:val="24"/>
              </w:rPr>
            </w:pPr>
          </w:p>
          <w:p w:rsidR="00BB2516" w:rsidRPr="00F10885" w:rsidRDefault="00BB2516" w:rsidP="00F10885">
            <w:pPr>
              <w:spacing w:after="0" w:line="240" w:lineRule="auto"/>
              <w:ind w:firstLine="567"/>
              <w:jc w:val="both"/>
              <w:rPr>
                <w:rFonts w:ascii="Times New Roman" w:hAnsi="Times New Roman" w:cs="Times New Roman"/>
                <w:sz w:val="24"/>
                <w:szCs w:val="24"/>
              </w:rPr>
            </w:pPr>
          </w:p>
          <w:p w:rsidR="00BB2516" w:rsidRPr="00F10885" w:rsidRDefault="00BB2516" w:rsidP="00F10885">
            <w:pPr>
              <w:spacing w:after="0" w:line="240" w:lineRule="auto"/>
              <w:ind w:firstLine="567"/>
              <w:jc w:val="both"/>
              <w:rPr>
                <w:rFonts w:ascii="Times New Roman" w:hAnsi="Times New Roman" w:cs="Times New Roman"/>
                <w:sz w:val="24"/>
                <w:szCs w:val="24"/>
              </w:rPr>
            </w:pPr>
          </w:p>
          <w:p w:rsidR="00BB2516" w:rsidRPr="00F10885" w:rsidRDefault="00BB2516" w:rsidP="00F10885">
            <w:pPr>
              <w:spacing w:after="0" w:line="240" w:lineRule="auto"/>
              <w:ind w:firstLine="567"/>
              <w:jc w:val="both"/>
              <w:rPr>
                <w:rFonts w:ascii="Times New Roman" w:hAnsi="Times New Roman" w:cs="Times New Roman"/>
                <w:sz w:val="24"/>
                <w:szCs w:val="24"/>
              </w:rPr>
            </w:pPr>
          </w:p>
          <w:p w:rsidR="00BB2516" w:rsidRPr="00F10885" w:rsidRDefault="00BB2516" w:rsidP="00F10885">
            <w:pPr>
              <w:spacing w:after="0" w:line="240" w:lineRule="auto"/>
              <w:ind w:firstLine="567"/>
              <w:jc w:val="both"/>
              <w:rPr>
                <w:rFonts w:ascii="Times New Roman" w:hAnsi="Times New Roman" w:cs="Times New Roman"/>
                <w:sz w:val="24"/>
                <w:szCs w:val="24"/>
              </w:rPr>
            </w:pPr>
          </w:p>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BB2516" w:rsidRPr="00F10885" w:rsidRDefault="00BB2516" w:rsidP="00F10885">
            <w:pPr>
              <w:spacing w:after="0" w:line="240" w:lineRule="auto"/>
              <w:ind w:firstLine="567"/>
              <w:jc w:val="both"/>
              <w:rPr>
                <w:rFonts w:ascii="Times New Roman" w:hAnsi="Times New Roman" w:cs="Times New Roman"/>
                <w:sz w:val="24"/>
                <w:szCs w:val="24"/>
              </w:rPr>
            </w:pPr>
          </w:p>
          <w:p w:rsidR="00BB2516" w:rsidRPr="00F10885" w:rsidRDefault="00BB2516" w:rsidP="00F10885">
            <w:pPr>
              <w:spacing w:after="0" w:line="240" w:lineRule="auto"/>
              <w:ind w:firstLine="567"/>
              <w:jc w:val="both"/>
              <w:rPr>
                <w:rFonts w:ascii="Times New Roman" w:hAnsi="Times New Roman" w:cs="Times New Roman"/>
                <w:sz w:val="24"/>
                <w:szCs w:val="24"/>
              </w:rPr>
            </w:pPr>
          </w:p>
          <w:p w:rsidR="00BB2516" w:rsidRPr="00F10885" w:rsidRDefault="00BB2516" w:rsidP="00F10885">
            <w:pPr>
              <w:spacing w:after="0" w:line="240" w:lineRule="auto"/>
              <w:ind w:firstLine="567"/>
              <w:jc w:val="both"/>
              <w:rPr>
                <w:rFonts w:ascii="Times New Roman" w:hAnsi="Times New Roman" w:cs="Times New Roman"/>
                <w:sz w:val="24"/>
                <w:szCs w:val="24"/>
              </w:rPr>
            </w:pPr>
          </w:p>
          <w:p w:rsidR="00BB2516" w:rsidRPr="00F10885" w:rsidRDefault="00BB2516" w:rsidP="00F10885">
            <w:pPr>
              <w:spacing w:after="0" w:line="240" w:lineRule="auto"/>
              <w:ind w:firstLine="567"/>
              <w:jc w:val="both"/>
              <w:rPr>
                <w:rFonts w:ascii="Times New Roman" w:hAnsi="Times New Roman" w:cs="Times New Roman"/>
                <w:sz w:val="24"/>
                <w:szCs w:val="24"/>
              </w:rPr>
            </w:pPr>
          </w:p>
          <w:p w:rsidR="00BB2516" w:rsidRPr="00F10885" w:rsidRDefault="00BB2516" w:rsidP="00F10885">
            <w:pPr>
              <w:spacing w:after="0" w:line="240" w:lineRule="auto"/>
              <w:ind w:firstLine="567"/>
              <w:jc w:val="both"/>
              <w:rPr>
                <w:rFonts w:ascii="Times New Roman" w:hAnsi="Times New Roman" w:cs="Times New Roman"/>
                <w:sz w:val="24"/>
                <w:szCs w:val="24"/>
              </w:rPr>
            </w:pPr>
          </w:p>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BB2516" w:rsidRPr="00F10885" w:rsidRDefault="00BB2516" w:rsidP="00F10885">
            <w:pPr>
              <w:spacing w:after="0" w:line="240" w:lineRule="auto"/>
              <w:ind w:firstLine="567"/>
              <w:jc w:val="both"/>
              <w:rPr>
                <w:rFonts w:ascii="Times New Roman" w:hAnsi="Times New Roman" w:cs="Times New Roman"/>
                <w:sz w:val="24"/>
                <w:szCs w:val="24"/>
              </w:rPr>
            </w:pPr>
          </w:p>
          <w:p w:rsidR="00BB2516" w:rsidRPr="00F10885" w:rsidRDefault="00BB2516" w:rsidP="00F10885">
            <w:pPr>
              <w:spacing w:after="0" w:line="240" w:lineRule="auto"/>
              <w:ind w:firstLine="567"/>
              <w:jc w:val="both"/>
              <w:rPr>
                <w:rFonts w:ascii="Times New Roman" w:hAnsi="Times New Roman" w:cs="Times New Roman"/>
                <w:sz w:val="24"/>
                <w:szCs w:val="24"/>
              </w:rPr>
            </w:pPr>
          </w:p>
          <w:p w:rsidR="00BB2516" w:rsidRPr="00F10885" w:rsidRDefault="00BB2516" w:rsidP="00F10885">
            <w:pPr>
              <w:spacing w:after="0" w:line="240" w:lineRule="auto"/>
              <w:ind w:firstLine="567"/>
              <w:jc w:val="both"/>
              <w:rPr>
                <w:rFonts w:ascii="Times New Roman" w:hAnsi="Times New Roman" w:cs="Times New Roman"/>
                <w:sz w:val="24"/>
                <w:szCs w:val="24"/>
              </w:rPr>
            </w:pPr>
          </w:p>
          <w:p w:rsidR="00BB2516" w:rsidRPr="00F10885" w:rsidRDefault="00BB2516" w:rsidP="00F10885">
            <w:pPr>
              <w:spacing w:after="0" w:line="240" w:lineRule="auto"/>
              <w:ind w:firstLine="567"/>
              <w:jc w:val="both"/>
              <w:rPr>
                <w:rFonts w:ascii="Times New Roman" w:hAnsi="Times New Roman" w:cs="Times New Roman"/>
                <w:sz w:val="24"/>
                <w:szCs w:val="24"/>
              </w:rPr>
            </w:pPr>
          </w:p>
          <w:p w:rsidR="00BB2516" w:rsidRPr="00F10885" w:rsidRDefault="00BB2516" w:rsidP="00F10885">
            <w:pPr>
              <w:spacing w:after="0" w:line="240" w:lineRule="auto"/>
              <w:ind w:firstLine="567"/>
              <w:jc w:val="both"/>
              <w:rPr>
                <w:rFonts w:ascii="Times New Roman" w:hAnsi="Times New Roman" w:cs="Times New Roman"/>
                <w:sz w:val="24"/>
                <w:szCs w:val="24"/>
              </w:rPr>
            </w:pPr>
          </w:p>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BB2516" w:rsidRPr="00177D18">
        <w:tc>
          <w:tcPr>
            <w:tcW w:w="534"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2409"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BB2516" w:rsidRPr="00177D18">
        <w:tc>
          <w:tcPr>
            <w:tcW w:w="534"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2409"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BB2516" w:rsidRPr="00177D18">
        <w:trPr>
          <w:trHeight w:val="65"/>
        </w:trPr>
        <w:tc>
          <w:tcPr>
            <w:tcW w:w="534"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2409"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BB2516" w:rsidRPr="00177D18">
        <w:tc>
          <w:tcPr>
            <w:tcW w:w="534"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2409"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BB2516" w:rsidRPr="00177D18">
        <w:tc>
          <w:tcPr>
            <w:tcW w:w="534"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2409"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BB2516" w:rsidRPr="00177D18">
        <w:tc>
          <w:tcPr>
            <w:tcW w:w="534"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2409"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BB2516" w:rsidRPr="00177D18">
        <w:tc>
          <w:tcPr>
            <w:tcW w:w="534"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2409"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BB2516" w:rsidRPr="00177D18">
        <w:tc>
          <w:tcPr>
            <w:tcW w:w="534"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2409"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BB2516" w:rsidRPr="00177D18">
        <w:tc>
          <w:tcPr>
            <w:tcW w:w="534"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2409"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BB2516" w:rsidRPr="00177D18">
        <w:tc>
          <w:tcPr>
            <w:tcW w:w="534"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2409"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BB2516" w:rsidRPr="00177D18">
        <w:tc>
          <w:tcPr>
            <w:tcW w:w="534"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2409"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BB2516" w:rsidRPr="00177D18">
        <w:tc>
          <w:tcPr>
            <w:tcW w:w="534"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1701" w:type="dxa"/>
            <w:vMerge/>
          </w:tcPr>
          <w:p w:rsidR="00BB2516" w:rsidRPr="00F10885" w:rsidRDefault="00BB2516" w:rsidP="00F10885">
            <w:pPr>
              <w:spacing w:after="0" w:line="240" w:lineRule="auto"/>
              <w:ind w:firstLine="567"/>
              <w:jc w:val="both"/>
              <w:rPr>
                <w:rFonts w:ascii="Times New Roman" w:hAnsi="Times New Roman" w:cs="Times New Roman"/>
                <w:sz w:val="24"/>
                <w:szCs w:val="24"/>
              </w:rPr>
            </w:pPr>
          </w:p>
        </w:tc>
        <w:tc>
          <w:tcPr>
            <w:tcW w:w="2409"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BB2516" w:rsidRPr="00F10885" w:rsidRDefault="00BB25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BB2516" w:rsidRDefault="00BB2516"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BB2516" w:rsidRPr="00213631" w:rsidRDefault="00BB2516"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BB2516" w:rsidRPr="00213631" w:rsidRDefault="00BB2516"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BB2516" w:rsidRPr="00213631" w:rsidRDefault="00BB2516"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BB2516" w:rsidRPr="00177D18">
        <w:tc>
          <w:tcPr>
            <w:tcW w:w="534" w:type="dxa"/>
            <w:tcBorders>
              <w:top w:val="nil"/>
              <w:left w:val="nil"/>
              <w:bottom w:val="nil"/>
              <w:right w:val="nil"/>
            </w:tcBorders>
          </w:tcPr>
          <w:p w:rsidR="00BB2516" w:rsidRPr="00F10885" w:rsidRDefault="00BB2516"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BB2516" w:rsidRPr="00F10885" w:rsidRDefault="00BB2516"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BB2516" w:rsidRPr="00F10885" w:rsidRDefault="00BB2516"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BB2516" w:rsidRPr="00F10885" w:rsidRDefault="00BB2516"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BB2516" w:rsidRPr="00F10885" w:rsidRDefault="00BB2516"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BB2516" w:rsidRPr="00177D18">
        <w:tc>
          <w:tcPr>
            <w:tcW w:w="9039" w:type="dxa"/>
            <w:gridSpan w:val="7"/>
            <w:tcBorders>
              <w:top w:val="nil"/>
              <w:left w:val="nil"/>
              <w:right w:val="nil"/>
            </w:tcBorders>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BB2516" w:rsidRPr="00177D18">
        <w:tc>
          <w:tcPr>
            <w:tcW w:w="534" w:type="dxa"/>
          </w:tcPr>
          <w:p w:rsidR="00BB2516" w:rsidRPr="00177D18" w:rsidRDefault="00BB2516" w:rsidP="00105C97">
            <w:pPr>
              <w:spacing w:after="0" w:line="240" w:lineRule="auto"/>
              <w:jc w:val="center"/>
              <w:rPr>
                <w:sz w:val="20"/>
                <w:szCs w:val="20"/>
              </w:rPr>
            </w:pPr>
          </w:p>
          <w:p w:rsidR="00BB2516" w:rsidRPr="00177D18" w:rsidRDefault="00BB2516" w:rsidP="00105C97">
            <w:pPr>
              <w:spacing w:after="0" w:line="240" w:lineRule="auto"/>
              <w:jc w:val="center"/>
              <w:rPr>
                <w:sz w:val="20"/>
                <w:szCs w:val="20"/>
              </w:rPr>
            </w:pPr>
            <w:r w:rsidRPr="00177D18">
              <w:rPr>
                <w:sz w:val="20"/>
                <w:szCs w:val="20"/>
              </w:rPr>
              <w:t>№</w:t>
            </w:r>
          </w:p>
        </w:tc>
        <w:tc>
          <w:tcPr>
            <w:tcW w:w="850" w:type="dxa"/>
          </w:tcPr>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BB2516" w:rsidRPr="00177D18">
        <w:trPr>
          <w:trHeight w:val="274"/>
        </w:trPr>
        <w:tc>
          <w:tcPr>
            <w:tcW w:w="534" w:type="dxa"/>
            <w:vMerge w:val="restart"/>
          </w:tcPr>
          <w:p w:rsidR="00BB2516" w:rsidRPr="00177D18" w:rsidRDefault="00BB2516" w:rsidP="00105C97">
            <w:pPr>
              <w:spacing w:after="0" w:line="240" w:lineRule="auto"/>
              <w:jc w:val="center"/>
              <w:rPr>
                <w:sz w:val="20"/>
                <w:szCs w:val="20"/>
              </w:rPr>
            </w:pPr>
          </w:p>
          <w:p w:rsidR="00BB2516" w:rsidRPr="00177D18" w:rsidRDefault="00BB2516" w:rsidP="00105C97">
            <w:pPr>
              <w:spacing w:after="0" w:line="240" w:lineRule="auto"/>
              <w:jc w:val="center"/>
              <w:rPr>
                <w:sz w:val="20"/>
                <w:szCs w:val="20"/>
              </w:rPr>
            </w:pPr>
          </w:p>
          <w:p w:rsidR="00BB2516" w:rsidRPr="00177D18" w:rsidRDefault="00BB2516" w:rsidP="00105C97">
            <w:pPr>
              <w:spacing w:after="0" w:line="240" w:lineRule="auto"/>
              <w:jc w:val="center"/>
              <w:rPr>
                <w:sz w:val="20"/>
                <w:szCs w:val="20"/>
              </w:rPr>
            </w:pPr>
          </w:p>
          <w:p w:rsidR="00BB2516" w:rsidRPr="00177D18" w:rsidRDefault="00BB2516" w:rsidP="00105C97">
            <w:pPr>
              <w:spacing w:after="0" w:line="240" w:lineRule="auto"/>
              <w:jc w:val="center"/>
              <w:rPr>
                <w:sz w:val="20"/>
                <w:szCs w:val="20"/>
              </w:rPr>
            </w:pPr>
          </w:p>
          <w:p w:rsidR="00BB2516" w:rsidRPr="00177D18" w:rsidRDefault="00BB2516" w:rsidP="00105C97">
            <w:pPr>
              <w:spacing w:after="0" w:line="240" w:lineRule="auto"/>
              <w:jc w:val="center"/>
              <w:rPr>
                <w:sz w:val="20"/>
                <w:szCs w:val="20"/>
              </w:rPr>
            </w:pPr>
          </w:p>
          <w:p w:rsidR="00BB2516" w:rsidRPr="00177D18" w:rsidRDefault="00BB2516" w:rsidP="00105C97">
            <w:pPr>
              <w:spacing w:after="0" w:line="240" w:lineRule="auto"/>
              <w:jc w:val="center"/>
              <w:rPr>
                <w:sz w:val="20"/>
                <w:szCs w:val="20"/>
              </w:rPr>
            </w:pPr>
          </w:p>
          <w:p w:rsidR="00BB2516" w:rsidRPr="00177D18" w:rsidRDefault="00BB2516" w:rsidP="00105C97">
            <w:pPr>
              <w:spacing w:after="0" w:line="240" w:lineRule="auto"/>
              <w:jc w:val="center"/>
              <w:rPr>
                <w:sz w:val="20"/>
                <w:szCs w:val="20"/>
              </w:rPr>
            </w:pPr>
          </w:p>
          <w:p w:rsidR="00BB2516" w:rsidRPr="00177D18" w:rsidRDefault="00BB2516" w:rsidP="00105C97">
            <w:pPr>
              <w:spacing w:after="0" w:line="240" w:lineRule="auto"/>
              <w:jc w:val="center"/>
              <w:rPr>
                <w:sz w:val="20"/>
                <w:szCs w:val="20"/>
              </w:rPr>
            </w:pPr>
          </w:p>
          <w:p w:rsidR="00BB2516" w:rsidRPr="00177D18" w:rsidRDefault="00BB2516" w:rsidP="00105C97">
            <w:pPr>
              <w:spacing w:after="0" w:line="240" w:lineRule="auto"/>
              <w:jc w:val="center"/>
              <w:rPr>
                <w:sz w:val="20"/>
                <w:szCs w:val="20"/>
              </w:rPr>
            </w:pPr>
          </w:p>
          <w:p w:rsidR="00BB2516" w:rsidRPr="00177D18" w:rsidRDefault="00BB2516" w:rsidP="00105C97">
            <w:pPr>
              <w:spacing w:after="0" w:line="240" w:lineRule="auto"/>
              <w:jc w:val="center"/>
              <w:rPr>
                <w:sz w:val="20"/>
                <w:szCs w:val="20"/>
              </w:rPr>
            </w:pPr>
          </w:p>
          <w:p w:rsidR="00BB2516" w:rsidRPr="00177D18" w:rsidRDefault="00BB2516" w:rsidP="00105C97">
            <w:pPr>
              <w:spacing w:after="0" w:line="240" w:lineRule="auto"/>
              <w:jc w:val="center"/>
              <w:rPr>
                <w:sz w:val="20"/>
                <w:szCs w:val="20"/>
              </w:rPr>
            </w:pPr>
          </w:p>
          <w:p w:rsidR="00BB2516" w:rsidRPr="00177D18" w:rsidRDefault="00BB2516" w:rsidP="00105C97">
            <w:pPr>
              <w:spacing w:after="0" w:line="240" w:lineRule="auto"/>
              <w:jc w:val="center"/>
              <w:rPr>
                <w:sz w:val="20"/>
                <w:szCs w:val="20"/>
              </w:rPr>
            </w:pPr>
          </w:p>
        </w:tc>
        <w:tc>
          <w:tcPr>
            <w:tcW w:w="850" w:type="dxa"/>
            <w:vMerge w:val="restart"/>
          </w:tcPr>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BB2516" w:rsidRPr="00177D18">
        <w:trPr>
          <w:trHeight w:val="274"/>
        </w:trPr>
        <w:tc>
          <w:tcPr>
            <w:tcW w:w="534" w:type="dxa"/>
            <w:vMerge/>
          </w:tcPr>
          <w:p w:rsidR="00BB2516" w:rsidRPr="00177D18" w:rsidRDefault="00BB2516" w:rsidP="00105C97">
            <w:pPr>
              <w:spacing w:after="0" w:line="240" w:lineRule="auto"/>
              <w:jc w:val="center"/>
              <w:rPr>
                <w:sz w:val="20"/>
                <w:szCs w:val="20"/>
              </w:rPr>
            </w:pPr>
          </w:p>
        </w:tc>
        <w:tc>
          <w:tcPr>
            <w:tcW w:w="850"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851"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3827"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1559" w:type="dxa"/>
            <w:gridSpan w:val="2"/>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BB2516" w:rsidRPr="00177D18">
        <w:tc>
          <w:tcPr>
            <w:tcW w:w="534" w:type="dxa"/>
            <w:vMerge/>
          </w:tcPr>
          <w:p w:rsidR="00BB2516" w:rsidRPr="00177D18" w:rsidRDefault="00BB2516" w:rsidP="00105C97">
            <w:pPr>
              <w:spacing w:after="0" w:line="240" w:lineRule="auto"/>
              <w:jc w:val="center"/>
              <w:rPr>
                <w:sz w:val="20"/>
                <w:szCs w:val="20"/>
              </w:rPr>
            </w:pPr>
          </w:p>
        </w:tc>
        <w:tc>
          <w:tcPr>
            <w:tcW w:w="850"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851"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3827"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1559" w:type="dxa"/>
            <w:gridSpan w:val="2"/>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BB2516" w:rsidRPr="00177D18">
        <w:trPr>
          <w:trHeight w:val="322"/>
        </w:trPr>
        <w:tc>
          <w:tcPr>
            <w:tcW w:w="534" w:type="dxa"/>
            <w:vMerge/>
          </w:tcPr>
          <w:p w:rsidR="00BB2516" w:rsidRPr="00177D18" w:rsidRDefault="00BB2516" w:rsidP="00105C97">
            <w:pPr>
              <w:spacing w:after="0" w:line="240" w:lineRule="auto"/>
              <w:jc w:val="center"/>
              <w:rPr>
                <w:sz w:val="20"/>
                <w:szCs w:val="20"/>
              </w:rPr>
            </w:pPr>
          </w:p>
        </w:tc>
        <w:tc>
          <w:tcPr>
            <w:tcW w:w="850"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851"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3827" w:type="dxa"/>
            <w:vMerge w:val="restart"/>
          </w:tcPr>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BB2516" w:rsidRPr="00177D18">
        <w:trPr>
          <w:trHeight w:val="322"/>
        </w:trPr>
        <w:tc>
          <w:tcPr>
            <w:tcW w:w="534" w:type="dxa"/>
            <w:vMerge/>
          </w:tcPr>
          <w:p w:rsidR="00BB2516" w:rsidRPr="00177D18" w:rsidRDefault="00BB2516" w:rsidP="00105C97">
            <w:pPr>
              <w:spacing w:after="0" w:line="240" w:lineRule="auto"/>
              <w:jc w:val="center"/>
              <w:rPr>
                <w:sz w:val="20"/>
                <w:szCs w:val="20"/>
              </w:rPr>
            </w:pPr>
          </w:p>
        </w:tc>
        <w:tc>
          <w:tcPr>
            <w:tcW w:w="850"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851"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3827"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1559" w:type="dxa"/>
            <w:gridSpan w:val="2"/>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BB2516" w:rsidRPr="00177D18">
        <w:trPr>
          <w:trHeight w:val="285"/>
        </w:trPr>
        <w:tc>
          <w:tcPr>
            <w:tcW w:w="534" w:type="dxa"/>
            <w:vMerge/>
          </w:tcPr>
          <w:p w:rsidR="00BB2516" w:rsidRPr="00177D18" w:rsidRDefault="00BB2516" w:rsidP="00105C97">
            <w:pPr>
              <w:spacing w:after="0" w:line="240" w:lineRule="auto"/>
              <w:jc w:val="center"/>
              <w:rPr>
                <w:sz w:val="20"/>
                <w:szCs w:val="20"/>
              </w:rPr>
            </w:pPr>
          </w:p>
        </w:tc>
        <w:tc>
          <w:tcPr>
            <w:tcW w:w="850"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851"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3827"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1559" w:type="dxa"/>
            <w:gridSpan w:val="2"/>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BB2516" w:rsidRPr="00177D18">
        <w:tc>
          <w:tcPr>
            <w:tcW w:w="534" w:type="dxa"/>
            <w:vMerge/>
          </w:tcPr>
          <w:p w:rsidR="00BB2516" w:rsidRPr="00177D18" w:rsidRDefault="00BB2516" w:rsidP="00105C97">
            <w:pPr>
              <w:spacing w:after="0" w:line="240" w:lineRule="auto"/>
              <w:jc w:val="center"/>
              <w:rPr>
                <w:sz w:val="20"/>
                <w:szCs w:val="20"/>
              </w:rPr>
            </w:pPr>
          </w:p>
        </w:tc>
        <w:tc>
          <w:tcPr>
            <w:tcW w:w="850"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851"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3827" w:type="dxa"/>
            <w:vMerge w:val="restart"/>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BB2516" w:rsidRPr="00177D18">
        <w:tc>
          <w:tcPr>
            <w:tcW w:w="534" w:type="dxa"/>
            <w:vMerge/>
          </w:tcPr>
          <w:p w:rsidR="00BB2516" w:rsidRPr="00177D18" w:rsidRDefault="00BB2516" w:rsidP="00105C97">
            <w:pPr>
              <w:spacing w:after="0" w:line="240" w:lineRule="auto"/>
              <w:jc w:val="center"/>
              <w:rPr>
                <w:sz w:val="20"/>
                <w:szCs w:val="20"/>
              </w:rPr>
            </w:pPr>
          </w:p>
        </w:tc>
        <w:tc>
          <w:tcPr>
            <w:tcW w:w="850"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851"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3827"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1559" w:type="dxa"/>
            <w:gridSpan w:val="2"/>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BB2516" w:rsidRPr="00177D18">
        <w:trPr>
          <w:trHeight w:val="396"/>
        </w:trPr>
        <w:tc>
          <w:tcPr>
            <w:tcW w:w="534" w:type="dxa"/>
            <w:vMerge/>
          </w:tcPr>
          <w:p w:rsidR="00BB2516" w:rsidRPr="00177D18" w:rsidRDefault="00BB2516" w:rsidP="00105C97">
            <w:pPr>
              <w:spacing w:after="0" w:line="240" w:lineRule="auto"/>
              <w:jc w:val="center"/>
              <w:rPr>
                <w:sz w:val="20"/>
                <w:szCs w:val="20"/>
              </w:rPr>
            </w:pPr>
          </w:p>
        </w:tc>
        <w:tc>
          <w:tcPr>
            <w:tcW w:w="850"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851"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3827"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1559" w:type="dxa"/>
            <w:gridSpan w:val="2"/>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BB2516" w:rsidRPr="00177D18">
        <w:trPr>
          <w:trHeight w:val="269"/>
        </w:trPr>
        <w:tc>
          <w:tcPr>
            <w:tcW w:w="534" w:type="dxa"/>
            <w:vMerge/>
          </w:tcPr>
          <w:p w:rsidR="00BB2516" w:rsidRPr="00177D18" w:rsidRDefault="00BB2516" w:rsidP="00105C97">
            <w:pPr>
              <w:spacing w:after="0" w:line="240" w:lineRule="auto"/>
              <w:jc w:val="center"/>
              <w:rPr>
                <w:sz w:val="20"/>
                <w:szCs w:val="20"/>
              </w:rPr>
            </w:pPr>
          </w:p>
        </w:tc>
        <w:tc>
          <w:tcPr>
            <w:tcW w:w="850"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851"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3827" w:type="dxa"/>
            <w:vMerge w:val="restart"/>
          </w:tcPr>
          <w:p w:rsidR="00BB2516" w:rsidRPr="00105C97" w:rsidRDefault="00BB2516"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BB2516" w:rsidRPr="00177D18">
        <w:trPr>
          <w:trHeight w:val="269"/>
        </w:trPr>
        <w:tc>
          <w:tcPr>
            <w:tcW w:w="534" w:type="dxa"/>
            <w:vMerge/>
          </w:tcPr>
          <w:p w:rsidR="00BB2516" w:rsidRPr="00177D18" w:rsidRDefault="00BB2516" w:rsidP="00105C97">
            <w:pPr>
              <w:spacing w:after="0" w:line="240" w:lineRule="auto"/>
              <w:jc w:val="center"/>
              <w:rPr>
                <w:sz w:val="20"/>
                <w:szCs w:val="20"/>
              </w:rPr>
            </w:pPr>
          </w:p>
        </w:tc>
        <w:tc>
          <w:tcPr>
            <w:tcW w:w="850"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851"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3827"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1559" w:type="dxa"/>
            <w:gridSpan w:val="2"/>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BB2516" w:rsidRPr="00177D18">
        <w:trPr>
          <w:trHeight w:val="1246"/>
        </w:trPr>
        <w:tc>
          <w:tcPr>
            <w:tcW w:w="534" w:type="dxa"/>
            <w:vMerge/>
          </w:tcPr>
          <w:p w:rsidR="00BB2516" w:rsidRPr="00177D18" w:rsidRDefault="00BB2516" w:rsidP="00105C97">
            <w:pPr>
              <w:spacing w:after="0" w:line="240" w:lineRule="auto"/>
              <w:jc w:val="center"/>
              <w:rPr>
                <w:sz w:val="20"/>
                <w:szCs w:val="20"/>
              </w:rPr>
            </w:pPr>
          </w:p>
        </w:tc>
        <w:tc>
          <w:tcPr>
            <w:tcW w:w="850"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851"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3827" w:type="dxa"/>
            <w:vMerge/>
          </w:tcPr>
          <w:p w:rsidR="00BB2516" w:rsidRPr="00105C97" w:rsidRDefault="00BB2516" w:rsidP="00105C97">
            <w:pPr>
              <w:spacing w:after="0" w:line="240" w:lineRule="auto"/>
              <w:jc w:val="center"/>
              <w:rPr>
                <w:rFonts w:ascii="Times New Roman" w:hAnsi="Times New Roman" w:cs="Times New Roman"/>
                <w:sz w:val="24"/>
                <w:szCs w:val="24"/>
              </w:rPr>
            </w:pPr>
          </w:p>
        </w:tc>
        <w:tc>
          <w:tcPr>
            <w:tcW w:w="1559" w:type="dxa"/>
            <w:gridSpan w:val="2"/>
          </w:tcPr>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BB2516" w:rsidRPr="00105C97" w:rsidRDefault="00BB2516" w:rsidP="00105C97">
            <w:pPr>
              <w:spacing w:after="0" w:line="240" w:lineRule="auto"/>
              <w:jc w:val="center"/>
              <w:rPr>
                <w:rFonts w:ascii="Times New Roman" w:hAnsi="Times New Roman" w:cs="Times New Roman"/>
                <w:sz w:val="24"/>
                <w:szCs w:val="24"/>
              </w:rPr>
            </w:pPr>
          </w:p>
          <w:p w:rsidR="00BB2516" w:rsidRPr="00105C97" w:rsidRDefault="00BB25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BB2516" w:rsidRPr="00105C97" w:rsidRDefault="00BB2516" w:rsidP="00105C97">
            <w:pPr>
              <w:spacing w:after="0" w:line="240" w:lineRule="auto"/>
              <w:jc w:val="center"/>
              <w:rPr>
                <w:rFonts w:ascii="Times New Roman" w:hAnsi="Times New Roman" w:cs="Times New Roman"/>
                <w:sz w:val="24"/>
                <w:szCs w:val="24"/>
              </w:rPr>
            </w:pPr>
          </w:p>
        </w:tc>
      </w:tr>
      <w:tr w:rsidR="00BB2516" w:rsidRPr="00177D18">
        <w:trPr>
          <w:trHeight w:val="164"/>
        </w:trPr>
        <w:tc>
          <w:tcPr>
            <w:tcW w:w="9039" w:type="dxa"/>
            <w:gridSpan w:val="7"/>
            <w:tcBorders>
              <w:left w:val="nil"/>
              <w:bottom w:val="nil"/>
              <w:right w:val="nil"/>
            </w:tcBorders>
          </w:tcPr>
          <w:p w:rsidR="00BB2516" w:rsidRPr="00105C97" w:rsidRDefault="00BB2516" w:rsidP="00105C97">
            <w:pPr>
              <w:pStyle w:val="ConsNormal"/>
              <w:tabs>
                <w:tab w:val="left" w:pos="900"/>
                <w:tab w:val="left" w:pos="1260"/>
              </w:tabs>
              <w:ind w:right="0" w:firstLine="0"/>
              <w:jc w:val="both"/>
              <w:rPr>
                <w:rFonts w:ascii="Times New Roman" w:hAnsi="Times New Roman" w:cs="Times New Roman"/>
                <w:sz w:val="24"/>
                <w:szCs w:val="24"/>
              </w:rPr>
            </w:pPr>
          </w:p>
          <w:p w:rsidR="00BB2516" w:rsidRPr="00213631" w:rsidRDefault="00BB2516"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BB2516" w:rsidRDefault="00BB2516"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BB2516" w:rsidRPr="00105C97" w:rsidRDefault="00BB2516" w:rsidP="00105C97">
            <w:pPr>
              <w:pStyle w:val="ConsNormal"/>
              <w:tabs>
                <w:tab w:val="left" w:pos="900"/>
                <w:tab w:val="left" w:pos="1260"/>
              </w:tabs>
              <w:ind w:right="0" w:firstLine="0"/>
              <w:jc w:val="both"/>
              <w:rPr>
                <w:rFonts w:ascii="Times New Roman" w:hAnsi="Times New Roman" w:cs="Times New Roman"/>
                <w:sz w:val="24"/>
                <w:szCs w:val="24"/>
              </w:rPr>
            </w:pPr>
          </w:p>
        </w:tc>
      </w:tr>
    </w:tbl>
    <w:p w:rsidR="00BB2516" w:rsidRDefault="00BB2516" w:rsidP="00A9484D">
      <w:pPr>
        <w:spacing w:after="0" w:line="240" w:lineRule="auto"/>
        <w:jc w:val="both"/>
        <w:rPr>
          <w:rFonts w:ascii="Times New Roman" w:hAnsi="Times New Roman" w:cs="Times New Roman"/>
          <w:sz w:val="24"/>
          <w:szCs w:val="24"/>
        </w:rPr>
      </w:pPr>
    </w:p>
    <w:p w:rsidR="00BB2516" w:rsidRDefault="00BB2516" w:rsidP="00A9484D">
      <w:pPr>
        <w:spacing w:after="0" w:line="240" w:lineRule="auto"/>
        <w:jc w:val="both"/>
        <w:rPr>
          <w:rFonts w:ascii="Times New Roman" w:hAnsi="Times New Roman" w:cs="Times New Roman"/>
          <w:sz w:val="24"/>
          <w:szCs w:val="24"/>
        </w:rPr>
      </w:pPr>
    </w:p>
    <w:p w:rsidR="00BB2516" w:rsidRDefault="00BB2516" w:rsidP="00A9484D">
      <w:pPr>
        <w:spacing w:after="0" w:line="240" w:lineRule="auto"/>
        <w:jc w:val="both"/>
        <w:rPr>
          <w:rFonts w:ascii="Times New Roman" w:hAnsi="Times New Roman" w:cs="Times New Roman"/>
          <w:sz w:val="24"/>
          <w:szCs w:val="24"/>
        </w:rPr>
      </w:pPr>
    </w:p>
    <w:p w:rsidR="00BB2516" w:rsidRDefault="00BB2516" w:rsidP="00A9484D">
      <w:pPr>
        <w:spacing w:after="0" w:line="240" w:lineRule="auto"/>
        <w:jc w:val="both"/>
        <w:rPr>
          <w:rFonts w:ascii="Times New Roman" w:hAnsi="Times New Roman" w:cs="Times New Roman"/>
          <w:sz w:val="24"/>
          <w:szCs w:val="24"/>
        </w:rPr>
      </w:pPr>
    </w:p>
    <w:p w:rsidR="00BB2516" w:rsidRDefault="00BB2516" w:rsidP="00A9484D">
      <w:pPr>
        <w:spacing w:after="0" w:line="240" w:lineRule="auto"/>
        <w:jc w:val="both"/>
        <w:rPr>
          <w:rFonts w:ascii="Times New Roman" w:hAnsi="Times New Roman" w:cs="Times New Roman"/>
          <w:sz w:val="24"/>
          <w:szCs w:val="24"/>
        </w:rPr>
      </w:pPr>
    </w:p>
    <w:p w:rsidR="00BB2516" w:rsidRPr="00CD2722" w:rsidRDefault="00BB2516"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BB2516" w:rsidRPr="00CD2722" w:rsidRDefault="00BB2516"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BB2516" w:rsidRPr="00CD2722" w:rsidRDefault="00BB2516" w:rsidP="00EE10CF">
      <w:pPr>
        <w:spacing w:after="0" w:line="240" w:lineRule="auto"/>
        <w:ind w:left="6372"/>
        <w:jc w:val="right"/>
        <w:rPr>
          <w:rFonts w:ascii="Times New Roman" w:hAnsi="Times New Roman" w:cs="Times New Roman"/>
          <w:b/>
          <w:bCs/>
          <w:sz w:val="24"/>
          <w:szCs w:val="24"/>
        </w:rPr>
      </w:pPr>
    </w:p>
    <w:p w:rsidR="00BB2516" w:rsidRPr="00907E6B" w:rsidRDefault="00BB2516"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BB2516" w:rsidRPr="00907E6B" w:rsidRDefault="00BB2516"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BB2516" w:rsidRPr="00907E6B" w:rsidRDefault="00BB251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BB2516" w:rsidRPr="00907E6B" w:rsidRDefault="00BB251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BB2516" w:rsidRPr="00907E6B" w:rsidRDefault="00BB251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BB2516" w:rsidRPr="00177D18">
        <w:tc>
          <w:tcPr>
            <w:tcW w:w="5920" w:type="dxa"/>
          </w:tcPr>
          <w:p w:rsidR="00BB2516" w:rsidRPr="00907E6B" w:rsidRDefault="00BB2516"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BB2516" w:rsidRPr="00907E6B" w:rsidRDefault="00BB2516" w:rsidP="00907E6B">
            <w:pPr>
              <w:spacing w:after="0" w:line="240" w:lineRule="auto"/>
              <w:jc w:val="both"/>
              <w:rPr>
                <w:rFonts w:ascii="Times New Roman" w:hAnsi="Times New Roman" w:cs="Times New Roman"/>
                <w:sz w:val="24"/>
                <w:szCs w:val="24"/>
              </w:rPr>
            </w:pPr>
          </w:p>
        </w:tc>
      </w:tr>
      <w:tr w:rsidR="00BB2516" w:rsidRPr="00177D18">
        <w:tc>
          <w:tcPr>
            <w:tcW w:w="5920" w:type="dxa"/>
          </w:tcPr>
          <w:p w:rsidR="00BB2516" w:rsidRPr="00907E6B" w:rsidRDefault="00BB2516"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BB2516" w:rsidRPr="00907E6B" w:rsidRDefault="00BB2516" w:rsidP="00907E6B">
            <w:pPr>
              <w:spacing w:after="0" w:line="240" w:lineRule="auto"/>
              <w:jc w:val="both"/>
              <w:rPr>
                <w:rFonts w:ascii="Times New Roman" w:hAnsi="Times New Roman" w:cs="Times New Roman"/>
                <w:sz w:val="24"/>
                <w:szCs w:val="24"/>
              </w:rPr>
            </w:pPr>
          </w:p>
        </w:tc>
      </w:tr>
      <w:tr w:rsidR="00BB2516" w:rsidRPr="00177D18">
        <w:tc>
          <w:tcPr>
            <w:tcW w:w="5920" w:type="dxa"/>
          </w:tcPr>
          <w:p w:rsidR="00BB2516" w:rsidRPr="00907E6B" w:rsidRDefault="00BB251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BB2516" w:rsidRPr="00907E6B" w:rsidRDefault="00BB2516" w:rsidP="00907E6B">
            <w:pPr>
              <w:spacing w:after="0" w:line="240" w:lineRule="auto"/>
              <w:jc w:val="both"/>
              <w:rPr>
                <w:rFonts w:ascii="Times New Roman" w:hAnsi="Times New Roman" w:cs="Times New Roman"/>
                <w:sz w:val="24"/>
                <w:szCs w:val="24"/>
              </w:rPr>
            </w:pPr>
          </w:p>
        </w:tc>
      </w:tr>
      <w:tr w:rsidR="00BB2516" w:rsidRPr="00177D18">
        <w:tc>
          <w:tcPr>
            <w:tcW w:w="5920" w:type="dxa"/>
          </w:tcPr>
          <w:p w:rsidR="00BB2516" w:rsidRPr="00907E6B" w:rsidRDefault="00BB251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BB2516" w:rsidRPr="00907E6B" w:rsidRDefault="00BB2516" w:rsidP="00907E6B">
            <w:pPr>
              <w:spacing w:after="0" w:line="240" w:lineRule="auto"/>
              <w:jc w:val="both"/>
              <w:rPr>
                <w:rFonts w:ascii="Times New Roman" w:hAnsi="Times New Roman" w:cs="Times New Roman"/>
                <w:sz w:val="24"/>
                <w:szCs w:val="24"/>
              </w:rPr>
            </w:pPr>
          </w:p>
        </w:tc>
      </w:tr>
      <w:tr w:rsidR="00BB2516" w:rsidRPr="00177D18">
        <w:tc>
          <w:tcPr>
            <w:tcW w:w="5920" w:type="dxa"/>
          </w:tcPr>
          <w:p w:rsidR="00BB2516" w:rsidRPr="00907E6B" w:rsidRDefault="00BB251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BB2516" w:rsidRPr="00907E6B" w:rsidRDefault="00BB2516" w:rsidP="00907E6B">
            <w:pPr>
              <w:spacing w:after="0" w:line="240" w:lineRule="auto"/>
              <w:jc w:val="both"/>
              <w:rPr>
                <w:rFonts w:ascii="Times New Roman" w:hAnsi="Times New Roman" w:cs="Times New Roman"/>
                <w:sz w:val="24"/>
                <w:szCs w:val="24"/>
              </w:rPr>
            </w:pPr>
          </w:p>
        </w:tc>
      </w:tr>
      <w:tr w:rsidR="00BB2516" w:rsidRPr="00177D18">
        <w:tc>
          <w:tcPr>
            <w:tcW w:w="5920" w:type="dxa"/>
          </w:tcPr>
          <w:p w:rsidR="00BB2516" w:rsidRPr="00907E6B" w:rsidRDefault="00BB251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BB2516" w:rsidRPr="00907E6B" w:rsidRDefault="00BB2516" w:rsidP="00907E6B">
            <w:pPr>
              <w:spacing w:after="0" w:line="240" w:lineRule="auto"/>
              <w:jc w:val="both"/>
              <w:rPr>
                <w:rFonts w:ascii="Times New Roman" w:hAnsi="Times New Roman" w:cs="Times New Roman"/>
                <w:sz w:val="24"/>
                <w:szCs w:val="24"/>
              </w:rPr>
            </w:pPr>
          </w:p>
        </w:tc>
      </w:tr>
    </w:tbl>
    <w:p w:rsidR="00BB2516" w:rsidRPr="00907E6B" w:rsidRDefault="00BB2516" w:rsidP="00907E6B">
      <w:pPr>
        <w:pStyle w:val="BodyText3"/>
        <w:ind w:left="450"/>
        <w:jc w:val="both"/>
        <w:rPr>
          <w:b w:val="0"/>
          <w:bCs w:val="0"/>
          <w:i w:val="0"/>
          <w:iCs w:val="0"/>
          <w:sz w:val="24"/>
          <w:szCs w:val="24"/>
        </w:rPr>
      </w:pPr>
    </w:p>
    <w:p w:rsidR="00BB2516" w:rsidRPr="00907E6B" w:rsidRDefault="00BB2516"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BB2516" w:rsidRPr="00907E6B" w:rsidRDefault="00BB2516"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BB2516" w:rsidRPr="00907E6B" w:rsidRDefault="00BB2516"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BB2516" w:rsidRPr="00907E6B" w:rsidRDefault="00BB2516"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BB2516" w:rsidRPr="00907E6B" w:rsidRDefault="00BB2516"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BB2516" w:rsidRPr="00907E6B" w:rsidRDefault="00BB2516"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BB2516" w:rsidRPr="00907E6B" w:rsidRDefault="00BB2516"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BB2516" w:rsidRDefault="00BB2516"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BB2516" w:rsidRPr="00AF3282" w:rsidRDefault="00BB2516"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BB2516" w:rsidRPr="00907E6B" w:rsidRDefault="00BB251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BB2516" w:rsidRPr="00907E6B" w:rsidRDefault="00BB251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BB2516" w:rsidRPr="00907E6B" w:rsidRDefault="00BB2516"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BB2516" w:rsidRPr="00907E6B" w:rsidRDefault="00BB251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BB2516" w:rsidRPr="00177D18">
        <w:trPr>
          <w:cantSplit/>
          <w:trHeight w:val="866"/>
        </w:trPr>
        <w:tc>
          <w:tcPr>
            <w:tcW w:w="709" w:type="dxa"/>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BB2516" w:rsidRPr="00907E6B" w:rsidRDefault="00BB2516" w:rsidP="00907E6B">
            <w:pPr>
              <w:spacing w:after="0" w:line="240" w:lineRule="auto"/>
              <w:jc w:val="center"/>
              <w:rPr>
                <w:rFonts w:ascii="Times New Roman" w:hAnsi="Times New Roman" w:cs="Times New Roman"/>
                <w:sz w:val="24"/>
                <w:szCs w:val="24"/>
              </w:rPr>
            </w:pPr>
          </w:p>
          <w:p w:rsidR="00BB2516" w:rsidRPr="00907E6B" w:rsidRDefault="00BB2516" w:rsidP="00907E6B">
            <w:pPr>
              <w:spacing w:after="0" w:line="240" w:lineRule="auto"/>
              <w:jc w:val="center"/>
              <w:rPr>
                <w:rFonts w:ascii="Times New Roman" w:hAnsi="Times New Roman" w:cs="Times New Roman"/>
                <w:sz w:val="24"/>
                <w:szCs w:val="24"/>
              </w:rPr>
            </w:pPr>
          </w:p>
        </w:tc>
        <w:tc>
          <w:tcPr>
            <w:tcW w:w="1984" w:type="dxa"/>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BB2516" w:rsidRPr="00177D18">
        <w:trPr>
          <w:tblHeader/>
        </w:trPr>
        <w:tc>
          <w:tcPr>
            <w:tcW w:w="709" w:type="dxa"/>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BB2516" w:rsidRPr="00177D18">
        <w:trPr>
          <w:cantSplit/>
          <w:trHeight w:val="873"/>
        </w:trPr>
        <w:tc>
          <w:tcPr>
            <w:tcW w:w="709" w:type="dxa"/>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BB2516" w:rsidRPr="00A412EC" w:rsidRDefault="00BB2516"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BB2516" w:rsidRPr="00907E6B" w:rsidRDefault="00BB2516" w:rsidP="00907E6B">
            <w:pPr>
              <w:spacing w:after="0" w:line="240" w:lineRule="auto"/>
              <w:jc w:val="both"/>
              <w:rPr>
                <w:rFonts w:ascii="Times New Roman" w:hAnsi="Times New Roman" w:cs="Times New Roman"/>
                <w:sz w:val="24"/>
                <w:szCs w:val="24"/>
              </w:rPr>
            </w:pPr>
          </w:p>
        </w:tc>
      </w:tr>
      <w:tr w:rsidR="00BB2516" w:rsidRPr="00177D18">
        <w:trPr>
          <w:cantSplit/>
        </w:trPr>
        <w:tc>
          <w:tcPr>
            <w:tcW w:w="709" w:type="dxa"/>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BB2516" w:rsidRPr="00A412EC" w:rsidRDefault="00BB2516" w:rsidP="00907E6B">
            <w:pPr>
              <w:pStyle w:val="Date"/>
              <w:autoSpaceDE w:val="0"/>
              <w:autoSpaceDN w:val="0"/>
              <w:adjustRightInd w:val="0"/>
              <w:spacing w:after="0"/>
            </w:pPr>
            <w:r w:rsidRPr="00A412EC">
              <w:t xml:space="preserve">Срок выполнения работ </w:t>
            </w:r>
          </w:p>
        </w:tc>
        <w:tc>
          <w:tcPr>
            <w:tcW w:w="1701" w:type="dxa"/>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BB2516" w:rsidRPr="00907E6B" w:rsidRDefault="00BB2516" w:rsidP="00907E6B">
            <w:pPr>
              <w:spacing w:after="0" w:line="240" w:lineRule="auto"/>
              <w:jc w:val="both"/>
              <w:rPr>
                <w:rFonts w:ascii="Times New Roman" w:hAnsi="Times New Roman" w:cs="Times New Roman"/>
                <w:sz w:val="24"/>
                <w:szCs w:val="24"/>
              </w:rPr>
            </w:pPr>
          </w:p>
        </w:tc>
      </w:tr>
    </w:tbl>
    <w:p w:rsidR="00BB2516" w:rsidRPr="00907E6B" w:rsidRDefault="00BB2516"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BB2516" w:rsidRPr="00907E6B" w:rsidRDefault="00BB2516"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BB2516" w:rsidRPr="00177D18">
        <w:trPr>
          <w:cantSplit/>
          <w:trHeight w:val="866"/>
        </w:trPr>
        <w:tc>
          <w:tcPr>
            <w:tcW w:w="709" w:type="dxa"/>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BB2516" w:rsidRPr="00907E6B" w:rsidRDefault="00BB2516" w:rsidP="00907E6B">
            <w:pPr>
              <w:spacing w:after="0" w:line="240" w:lineRule="auto"/>
              <w:jc w:val="center"/>
              <w:rPr>
                <w:rFonts w:ascii="Times New Roman" w:hAnsi="Times New Roman" w:cs="Times New Roman"/>
                <w:sz w:val="24"/>
                <w:szCs w:val="24"/>
              </w:rPr>
            </w:pPr>
          </w:p>
          <w:p w:rsidR="00BB2516" w:rsidRPr="00907E6B" w:rsidRDefault="00BB2516" w:rsidP="00907E6B">
            <w:pPr>
              <w:spacing w:after="0" w:line="240" w:lineRule="auto"/>
              <w:jc w:val="center"/>
              <w:rPr>
                <w:rFonts w:ascii="Times New Roman" w:hAnsi="Times New Roman" w:cs="Times New Roman"/>
                <w:sz w:val="24"/>
                <w:szCs w:val="24"/>
              </w:rPr>
            </w:pPr>
          </w:p>
        </w:tc>
        <w:tc>
          <w:tcPr>
            <w:tcW w:w="1984" w:type="dxa"/>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BB2516" w:rsidRPr="00177D18">
        <w:trPr>
          <w:trHeight w:val="413"/>
          <w:tblHeader/>
        </w:trPr>
        <w:tc>
          <w:tcPr>
            <w:tcW w:w="709" w:type="dxa"/>
            <w:vMerge w:val="restart"/>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BB2516" w:rsidRPr="00907E6B" w:rsidRDefault="00BB251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BB2516" w:rsidRPr="00907E6B" w:rsidRDefault="00BB2516" w:rsidP="00907E6B">
            <w:pPr>
              <w:spacing w:after="0" w:line="240" w:lineRule="auto"/>
              <w:jc w:val="center"/>
              <w:rPr>
                <w:rFonts w:ascii="Times New Roman" w:hAnsi="Times New Roman" w:cs="Times New Roman"/>
                <w:sz w:val="24"/>
                <w:szCs w:val="24"/>
              </w:rPr>
            </w:pPr>
          </w:p>
        </w:tc>
      </w:tr>
      <w:tr w:rsidR="00BB2516" w:rsidRPr="00177D18">
        <w:trPr>
          <w:trHeight w:val="412"/>
          <w:tblHeader/>
        </w:trPr>
        <w:tc>
          <w:tcPr>
            <w:tcW w:w="709" w:type="dxa"/>
            <w:vMerge/>
          </w:tcPr>
          <w:p w:rsidR="00BB2516" w:rsidRPr="00907E6B" w:rsidRDefault="00BB2516" w:rsidP="00907E6B">
            <w:pPr>
              <w:spacing w:after="0" w:line="240" w:lineRule="auto"/>
              <w:jc w:val="center"/>
              <w:rPr>
                <w:rFonts w:ascii="Times New Roman" w:hAnsi="Times New Roman" w:cs="Times New Roman"/>
                <w:sz w:val="24"/>
                <w:szCs w:val="24"/>
              </w:rPr>
            </w:pPr>
          </w:p>
        </w:tc>
        <w:tc>
          <w:tcPr>
            <w:tcW w:w="4962" w:type="dxa"/>
          </w:tcPr>
          <w:p w:rsidR="00BB2516" w:rsidRPr="00907E6B" w:rsidRDefault="00BB251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BB2516" w:rsidRPr="00907E6B" w:rsidRDefault="00BB2516" w:rsidP="00907E6B">
            <w:pPr>
              <w:spacing w:after="0" w:line="240" w:lineRule="auto"/>
              <w:jc w:val="center"/>
              <w:rPr>
                <w:rFonts w:ascii="Times New Roman" w:hAnsi="Times New Roman" w:cs="Times New Roman"/>
                <w:sz w:val="24"/>
                <w:szCs w:val="24"/>
              </w:rPr>
            </w:pPr>
          </w:p>
        </w:tc>
        <w:tc>
          <w:tcPr>
            <w:tcW w:w="1984" w:type="dxa"/>
          </w:tcPr>
          <w:p w:rsidR="00BB2516" w:rsidRPr="00907E6B" w:rsidRDefault="00BB2516" w:rsidP="00907E6B">
            <w:pPr>
              <w:spacing w:after="0" w:line="240" w:lineRule="auto"/>
              <w:jc w:val="center"/>
              <w:rPr>
                <w:rFonts w:ascii="Times New Roman" w:hAnsi="Times New Roman" w:cs="Times New Roman"/>
                <w:sz w:val="24"/>
                <w:szCs w:val="24"/>
              </w:rPr>
            </w:pPr>
          </w:p>
        </w:tc>
      </w:tr>
      <w:tr w:rsidR="00BB2516" w:rsidRPr="00177D18">
        <w:trPr>
          <w:trHeight w:val="420"/>
          <w:tblHeader/>
        </w:trPr>
        <w:tc>
          <w:tcPr>
            <w:tcW w:w="709" w:type="dxa"/>
            <w:vMerge/>
          </w:tcPr>
          <w:p w:rsidR="00BB2516" w:rsidRPr="00907E6B" w:rsidRDefault="00BB2516" w:rsidP="00907E6B">
            <w:pPr>
              <w:spacing w:after="0" w:line="240" w:lineRule="auto"/>
              <w:jc w:val="center"/>
              <w:rPr>
                <w:rFonts w:ascii="Times New Roman" w:hAnsi="Times New Roman" w:cs="Times New Roman"/>
                <w:sz w:val="24"/>
                <w:szCs w:val="24"/>
              </w:rPr>
            </w:pPr>
          </w:p>
        </w:tc>
        <w:tc>
          <w:tcPr>
            <w:tcW w:w="4962" w:type="dxa"/>
          </w:tcPr>
          <w:p w:rsidR="00BB2516" w:rsidRPr="00907E6B" w:rsidRDefault="00BB251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BB2516" w:rsidRPr="00907E6B" w:rsidRDefault="00BB2516" w:rsidP="00907E6B">
            <w:pPr>
              <w:spacing w:after="0" w:line="240" w:lineRule="auto"/>
              <w:jc w:val="center"/>
              <w:rPr>
                <w:rFonts w:ascii="Times New Roman" w:hAnsi="Times New Roman" w:cs="Times New Roman"/>
                <w:sz w:val="24"/>
                <w:szCs w:val="24"/>
              </w:rPr>
            </w:pPr>
          </w:p>
        </w:tc>
        <w:tc>
          <w:tcPr>
            <w:tcW w:w="1984" w:type="dxa"/>
          </w:tcPr>
          <w:p w:rsidR="00BB2516" w:rsidRPr="00907E6B" w:rsidRDefault="00BB2516" w:rsidP="00907E6B">
            <w:pPr>
              <w:spacing w:after="0" w:line="240" w:lineRule="auto"/>
              <w:jc w:val="center"/>
              <w:rPr>
                <w:rFonts w:ascii="Times New Roman" w:hAnsi="Times New Roman" w:cs="Times New Roman"/>
                <w:sz w:val="24"/>
                <w:szCs w:val="24"/>
              </w:rPr>
            </w:pPr>
          </w:p>
        </w:tc>
      </w:tr>
      <w:tr w:rsidR="00BB2516" w:rsidRPr="00177D18">
        <w:trPr>
          <w:cantSplit/>
          <w:trHeight w:val="409"/>
        </w:trPr>
        <w:tc>
          <w:tcPr>
            <w:tcW w:w="709" w:type="dxa"/>
            <w:vMerge w:val="restart"/>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BB2516" w:rsidRPr="007018CA" w:rsidRDefault="00BB2516"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BB2516" w:rsidRPr="00907E6B" w:rsidRDefault="00BB2516" w:rsidP="00907E6B">
            <w:pPr>
              <w:spacing w:after="0" w:line="240" w:lineRule="auto"/>
              <w:jc w:val="center"/>
              <w:rPr>
                <w:rFonts w:ascii="Times New Roman" w:hAnsi="Times New Roman" w:cs="Times New Roman"/>
                <w:sz w:val="24"/>
                <w:szCs w:val="24"/>
              </w:rPr>
            </w:pPr>
          </w:p>
          <w:p w:rsidR="00BB2516" w:rsidRPr="00907E6B" w:rsidRDefault="00BB2516" w:rsidP="00907E6B">
            <w:pPr>
              <w:spacing w:after="0" w:line="240" w:lineRule="auto"/>
              <w:jc w:val="center"/>
              <w:rPr>
                <w:rFonts w:ascii="Times New Roman" w:hAnsi="Times New Roman" w:cs="Times New Roman"/>
                <w:sz w:val="24"/>
                <w:szCs w:val="24"/>
              </w:rPr>
            </w:pPr>
          </w:p>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BB2516" w:rsidRPr="00907E6B" w:rsidRDefault="00BB2516" w:rsidP="00907E6B">
            <w:pPr>
              <w:spacing w:after="0" w:line="240" w:lineRule="auto"/>
              <w:jc w:val="both"/>
              <w:rPr>
                <w:rFonts w:ascii="Times New Roman" w:hAnsi="Times New Roman" w:cs="Times New Roman"/>
                <w:sz w:val="24"/>
                <w:szCs w:val="24"/>
              </w:rPr>
            </w:pPr>
          </w:p>
        </w:tc>
      </w:tr>
      <w:tr w:rsidR="00BB2516" w:rsidRPr="00177D18">
        <w:trPr>
          <w:cantSplit/>
          <w:trHeight w:val="256"/>
        </w:trPr>
        <w:tc>
          <w:tcPr>
            <w:tcW w:w="709" w:type="dxa"/>
            <w:vMerge/>
          </w:tcPr>
          <w:p w:rsidR="00BB2516" w:rsidRPr="00907E6B" w:rsidRDefault="00BB2516" w:rsidP="00907E6B">
            <w:pPr>
              <w:spacing w:after="0" w:line="240" w:lineRule="auto"/>
              <w:jc w:val="center"/>
              <w:rPr>
                <w:rFonts w:ascii="Times New Roman" w:hAnsi="Times New Roman" w:cs="Times New Roman"/>
                <w:sz w:val="24"/>
                <w:szCs w:val="24"/>
              </w:rPr>
            </w:pPr>
          </w:p>
        </w:tc>
        <w:tc>
          <w:tcPr>
            <w:tcW w:w="4962" w:type="dxa"/>
          </w:tcPr>
          <w:p w:rsidR="00BB2516" w:rsidRPr="00907E6B" w:rsidRDefault="00BB2516"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BB2516" w:rsidRPr="00907E6B" w:rsidRDefault="00BB2516" w:rsidP="00907E6B">
            <w:pPr>
              <w:spacing w:after="0" w:line="240" w:lineRule="auto"/>
              <w:jc w:val="center"/>
              <w:rPr>
                <w:rFonts w:ascii="Times New Roman" w:hAnsi="Times New Roman" w:cs="Times New Roman"/>
                <w:sz w:val="24"/>
                <w:szCs w:val="24"/>
              </w:rPr>
            </w:pPr>
          </w:p>
        </w:tc>
        <w:tc>
          <w:tcPr>
            <w:tcW w:w="1984" w:type="dxa"/>
            <w:vMerge w:val="restart"/>
          </w:tcPr>
          <w:p w:rsidR="00BB2516" w:rsidRPr="00907E6B" w:rsidRDefault="00BB2516" w:rsidP="00907E6B">
            <w:pPr>
              <w:spacing w:after="0" w:line="240" w:lineRule="auto"/>
              <w:jc w:val="both"/>
              <w:rPr>
                <w:rFonts w:ascii="Times New Roman" w:hAnsi="Times New Roman" w:cs="Times New Roman"/>
                <w:sz w:val="24"/>
                <w:szCs w:val="24"/>
              </w:rPr>
            </w:pPr>
          </w:p>
        </w:tc>
      </w:tr>
      <w:tr w:rsidR="00BB2516" w:rsidRPr="00177D18">
        <w:trPr>
          <w:cantSplit/>
          <w:trHeight w:val="256"/>
        </w:trPr>
        <w:tc>
          <w:tcPr>
            <w:tcW w:w="709" w:type="dxa"/>
            <w:vMerge/>
          </w:tcPr>
          <w:p w:rsidR="00BB2516" w:rsidRPr="00907E6B" w:rsidRDefault="00BB2516" w:rsidP="00907E6B">
            <w:pPr>
              <w:spacing w:after="0" w:line="240" w:lineRule="auto"/>
              <w:jc w:val="center"/>
              <w:rPr>
                <w:rFonts w:ascii="Times New Roman" w:hAnsi="Times New Roman" w:cs="Times New Roman"/>
                <w:sz w:val="24"/>
                <w:szCs w:val="24"/>
              </w:rPr>
            </w:pPr>
          </w:p>
        </w:tc>
        <w:tc>
          <w:tcPr>
            <w:tcW w:w="4962" w:type="dxa"/>
          </w:tcPr>
          <w:p w:rsidR="00BB2516" w:rsidRPr="00907E6B" w:rsidDel="007018CA" w:rsidRDefault="00BB2516"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BB2516" w:rsidRPr="00907E6B" w:rsidRDefault="00BB2516" w:rsidP="00907E6B">
            <w:pPr>
              <w:spacing w:after="0" w:line="240" w:lineRule="auto"/>
              <w:jc w:val="center"/>
              <w:rPr>
                <w:rFonts w:ascii="Times New Roman" w:hAnsi="Times New Roman" w:cs="Times New Roman"/>
                <w:sz w:val="24"/>
                <w:szCs w:val="24"/>
              </w:rPr>
            </w:pPr>
          </w:p>
        </w:tc>
        <w:tc>
          <w:tcPr>
            <w:tcW w:w="1984" w:type="dxa"/>
            <w:vMerge/>
          </w:tcPr>
          <w:p w:rsidR="00BB2516" w:rsidRPr="00907E6B" w:rsidRDefault="00BB2516" w:rsidP="00907E6B">
            <w:pPr>
              <w:spacing w:after="0" w:line="240" w:lineRule="auto"/>
              <w:jc w:val="both"/>
              <w:rPr>
                <w:rFonts w:ascii="Times New Roman" w:hAnsi="Times New Roman" w:cs="Times New Roman"/>
                <w:sz w:val="24"/>
                <w:szCs w:val="24"/>
              </w:rPr>
            </w:pPr>
          </w:p>
        </w:tc>
      </w:tr>
      <w:tr w:rsidR="00BB2516" w:rsidRPr="00177D18">
        <w:trPr>
          <w:cantSplit/>
        </w:trPr>
        <w:tc>
          <w:tcPr>
            <w:tcW w:w="709" w:type="dxa"/>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BB2516" w:rsidRPr="00D41469" w:rsidRDefault="00BB2516"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BB2516" w:rsidRPr="00907E6B" w:rsidRDefault="00BB2516" w:rsidP="00907E6B">
            <w:pPr>
              <w:spacing w:after="0" w:line="240" w:lineRule="auto"/>
              <w:jc w:val="both"/>
              <w:rPr>
                <w:rFonts w:ascii="Times New Roman" w:hAnsi="Times New Roman" w:cs="Times New Roman"/>
                <w:sz w:val="24"/>
                <w:szCs w:val="24"/>
              </w:rPr>
            </w:pPr>
          </w:p>
        </w:tc>
      </w:tr>
      <w:tr w:rsidR="00BB2516" w:rsidRPr="00177D18">
        <w:trPr>
          <w:cantSplit/>
        </w:trPr>
        <w:tc>
          <w:tcPr>
            <w:tcW w:w="709" w:type="dxa"/>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BB2516" w:rsidRPr="00907E6B" w:rsidRDefault="00BB2516"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BB2516" w:rsidRPr="00907E6B" w:rsidRDefault="00BB2516" w:rsidP="00907E6B">
            <w:pPr>
              <w:spacing w:after="0" w:line="240" w:lineRule="auto"/>
              <w:jc w:val="both"/>
              <w:rPr>
                <w:rFonts w:ascii="Times New Roman" w:hAnsi="Times New Roman" w:cs="Times New Roman"/>
                <w:sz w:val="24"/>
                <w:szCs w:val="24"/>
              </w:rPr>
            </w:pPr>
          </w:p>
        </w:tc>
      </w:tr>
    </w:tbl>
    <w:p w:rsidR="00BB2516" w:rsidRPr="00483109" w:rsidRDefault="00BB2516"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BB2516" w:rsidRDefault="00BB2516"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BB2516" w:rsidRDefault="00BB2516"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BB2516" w:rsidRPr="00907E6B" w:rsidRDefault="00BB2516"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BB2516" w:rsidRDefault="00BB2516"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BB2516" w:rsidRPr="00907E6B" w:rsidRDefault="00BB2516"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BB2516" w:rsidRPr="00907E6B" w:rsidRDefault="00BB2516"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BB2516" w:rsidRPr="00907E6B" w:rsidRDefault="00BB251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BB2516" w:rsidRPr="00907E6B" w:rsidRDefault="00BB251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BB2516" w:rsidRPr="00907E6B" w:rsidRDefault="00BB2516"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BB2516" w:rsidRPr="00907E6B" w:rsidRDefault="00BB2516" w:rsidP="00907E6B">
      <w:pPr>
        <w:spacing w:after="0" w:line="240" w:lineRule="auto"/>
        <w:jc w:val="center"/>
        <w:rPr>
          <w:rFonts w:ascii="Times New Roman" w:hAnsi="Times New Roman" w:cs="Times New Roman"/>
          <w:sz w:val="24"/>
          <w:szCs w:val="24"/>
        </w:rPr>
      </w:pPr>
    </w:p>
    <w:p w:rsidR="00BB2516" w:rsidRPr="00907E6B" w:rsidRDefault="00BB25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BB2516" w:rsidRDefault="00BB2516" w:rsidP="00907E6B">
      <w:pPr>
        <w:spacing w:after="0" w:line="240" w:lineRule="auto"/>
        <w:jc w:val="both"/>
        <w:rPr>
          <w:rFonts w:ascii="Times New Roman" w:hAnsi="Times New Roman" w:cs="Times New Roman"/>
          <w:sz w:val="24"/>
          <w:szCs w:val="24"/>
        </w:rPr>
      </w:pPr>
    </w:p>
    <w:p w:rsidR="00BB2516" w:rsidRDefault="00BB2516" w:rsidP="00907E6B">
      <w:pPr>
        <w:spacing w:after="0" w:line="240" w:lineRule="auto"/>
        <w:jc w:val="both"/>
        <w:rPr>
          <w:rFonts w:ascii="Times New Roman" w:hAnsi="Times New Roman" w:cs="Times New Roman"/>
          <w:sz w:val="24"/>
          <w:szCs w:val="24"/>
        </w:rPr>
      </w:pPr>
    </w:p>
    <w:p w:rsidR="00BB2516" w:rsidRDefault="00BB2516" w:rsidP="00907E6B">
      <w:pPr>
        <w:spacing w:after="0" w:line="240" w:lineRule="auto"/>
        <w:jc w:val="both"/>
        <w:rPr>
          <w:rFonts w:ascii="Times New Roman" w:hAnsi="Times New Roman" w:cs="Times New Roman"/>
          <w:sz w:val="24"/>
          <w:szCs w:val="24"/>
        </w:rPr>
      </w:pPr>
    </w:p>
    <w:p w:rsidR="00BB2516" w:rsidRDefault="00BB2516" w:rsidP="00907E6B">
      <w:pPr>
        <w:spacing w:after="0" w:line="240" w:lineRule="auto"/>
        <w:jc w:val="both"/>
        <w:rPr>
          <w:rFonts w:ascii="Times New Roman" w:hAnsi="Times New Roman" w:cs="Times New Roman"/>
          <w:sz w:val="24"/>
          <w:szCs w:val="24"/>
        </w:rPr>
      </w:pPr>
    </w:p>
    <w:p w:rsidR="00BB2516" w:rsidRDefault="00BB2516" w:rsidP="00907E6B">
      <w:pPr>
        <w:spacing w:after="0" w:line="240" w:lineRule="auto"/>
        <w:jc w:val="both"/>
        <w:rPr>
          <w:rFonts w:ascii="Times New Roman" w:hAnsi="Times New Roman" w:cs="Times New Roman"/>
          <w:sz w:val="24"/>
          <w:szCs w:val="24"/>
        </w:rPr>
      </w:pPr>
    </w:p>
    <w:p w:rsidR="00BB2516" w:rsidRDefault="00BB2516" w:rsidP="00907E6B">
      <w:pPr>
        <w:spacing w:after="0" w:line="240" w:lineRule="auto"/>
        <w:jc w:val="both"/>
        <w:rPr>
          <w:rFonts w:ascii="Times New Roman" w:hAnsi="Times New Roman" w:cs="Times New Roman"/>
          <w:sz w:val="24"/>
          <w:szCs w:val="24"/>
        </w:rPr>
      </w:pPr>
    </w:p>
    <w:p w:rsidR="00BB2516" w:rsidRDefault="00BB2516" w:rsidP="00907E6B">
      <w:pPr>
        <w:spacing w:after="0" w:line="240" w:lineRule="auto"/>
        <w:jc w:val="both"/>
        <w:rPr>
          <w:rFonts w:ascii="Times New Roman" w:hAnsi="Times New Roman" w:cs="Times New Roman"/>
          <w:sz w:val="24"/>
          <w:szCs w:val="24"/>
        </w:rPr>
      </w:pPr>
    </w:p>
    <w:p w:rsidR="00BB2516" w:rsidRDefault="00BB2516" w:rsidP="00907E6B">
      <w:pPr>
        <w:spacing w:after="0" w:line="240" w:lineRule="auto"/>
        <w:jc w:val="both"/>
        <w:rPr>
          <w:rFonts w:ascii="Times New Roman" w:hAnsi="Times New Roman" w:cs="Times New Roman"/>
          <w:sz w:val="24"/>
          <w:szCs w:val="24"/>
        </w:rPr>
      </w:pPr>
    </w:p>
    <w:p w:rsidR="00BB2516" w:rsidRDefault="00BB2516" w:rsidP="00907E6B">
      <w:pPr>
        <w:spacing w:after="0" w:line="240" w:lineRule="auto"/>
        <w:jc w:val="both"/>
        <w:rPr>
          <w:rFonts w:ascii="Times New Roman" w:hAnsi="Times New Roman" w:cs="Times New Roman"/>
          <w:sz w:val="24"/>
          <w:szCs w:val="24"/>
        </w:rPr>
      </w:pPr>
    </w:p>
    <w:p w:rsidR="00BB2516" w:rsidRDefault="00BB2516" w:rsidP="00907E6B">
      <w:pPr>
        <w:spacing w:after="0" w:line="240" w:lineRule="auto"/>
        <w:jc w:val="both"/>
        <w:rPr>
          <w:rFonts w:ascii="Times New Roman" w:hAnsi="Times New Roman" w:cs="Times New Roman"/>
          <w:sz w:val="24"/>
          <w:szCs w:val="24"/>
        </w:rPr>
      </w:pPr>
    </w:p>
    <w:p w:rsidR="00BB2516" w:rsidRPr="00F650A6" w:rsidRDefault="00BB2516"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BB2516" w:rsidRPr="00F650A6" w:rsidRDefault="00BB2516"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BB2516" w:rsidRPr="00F650A6" w:rsidRDefault="00BB2516"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BB2516" w:rsidRPr="00F650A6" w:rsidRDefault="00BB2516" w:rsidP="00F650A6">
      <w:pPr>
        <w:spacing w:after="0" w:line="240" w:lineRule="auto"/>
        <w:ind w:firstLine="540"/>
        <w:jc w:val="right"/>
        <w:rPr>
          <w:rFonts w:ascii="Times New Roman" w:hAnsi="Times New Roman" w:cs="Times New Roman"/>
          <w:b/>
          <w:bCs/>
          <w:sz w:val="24"/>
          <w:szCs w:val="24"/>
        </w:rPr>
      </w:pPr>
    </w:p>
    <w:p w:rsidR="00BB2516" w:rsidRPr="00F650A6" w:rsidRDefault="00BB2516"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BB2516" w:rsidRPr="00F650A6" w:rsidRDefault="00BB2516"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BB2516" w:rsidRPr="00F650A6" w:rsidRDefault="00BB2516"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BB2516" w:rsidRPr="00F650A6" w:rsidRDefault="00BB2516"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BB2516" w:rsidRPr="00F650A6" w:rsidRDefault="00BB2516"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BB2516" w:rsidRPr="00F650A6" w:rsidRDefault="00BB2516"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BB2516" w:rsidRPr="00F650A6" w:rsidRDefault="00BB251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BB2516" w:rsidRPr="00F650A6" w:rsidRDefault="00BB251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BB2516" w:rsidRPr="00F650A6" w:rsidRDefault="00BB2516"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BB2516" w:rsidRPr="00F650A6" w:rsidRDefault="00BB2516"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BB2516" w:rsidRPr="00177D18">
        <w:trPr>
          <w:jc w:val="center"/>
        </w:trPr>
        <w:tc>
          <w:tcPr>
            <w:tcW w:w="5193" w:type="dxa"/>
          </w:tcPr>
          <w:p w:rsidR="00BB2516" w:rsidRPr="00F650A6" w:rsidRDefault="00BB251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BB2516" w:rsidRPr="00F650A6" w:rsidRDefault="00BB251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BB2516" w:rsidRPr="00177D18">
        <w:trPr>
          <w:jc w:val="center"/>
        </w:trPr>
        <w:tc>
          <w:tcPr>
            <w:tcW w:w="5193" w:type="dxa"/>
          </w:tcPr>
          <w:p w:rsidR="00BB2516" w:rsidRPr="00F650A6" w:rsidRDefault="00BB2516" w:rsidP="00F650A6">
            <w:pPr>
              <w:spacing w:after="0" w:line="240" w:lineRule="auto"/>
              <w:jc w:val="both"/>
              <w:rPr>
                <w:rFonts w:ascii="Times New Roman" w:hAnsi="Times New Roman" w:cs="Times New Roman"/>
                <w:sz w:val="24"/>
                <w:szCs w:val="24"/>
              </w:rPr>
            </w:pPr>
          </w:p>
        </w:tc>
        <w:tc>
          <w:tcPr>
            <w:tcW w:w="2924" w:type="dxa"/>
          </w:tcPr>
          <w:p w:rsidR="00BB2516" w:rsidRPr="00F650A6" w:rsidRDefault="00BB2516" w:rsidP="00F650A6">
            <w:pPr>
              <w:spacing w:after="0" w:line="240" w:lineRule="auto"/>
              <w:jc w:val="both"/>
              <w:rPr>
                <w:rFonts w:ascii="Times New Roman" w:hAnsi="Times New Roman" w:cs="Times New Roman"/>
                <w:sz w:val="24"/>
                <w:szCs w:val="24"/>
              </w:rPr>
            </w:pPr>
          </w:p>
        </w:tc>
      </w:tr>
      <w:tr w:rsidR="00BB2516" w:rsidRPr="00177D18">
        <w:trPr>
          <w:jc w:val="center"/>
        </w:trPr>
        <w:tc>
          <w:tcPr>
            <w:tcW w:w="5193" w:type="dxa"/>
          </w:tcPr>
          <w:p w:rsidR="00BB2516" w:rsidRPr="00F650A6" w:rsidRDefault="00BB2516" w:rsidP="00F650A6">
            <w:pPr>
              <w:spacing w:after="0" w:line="240" w:lineRule="auto"/>
              <w:jc w:val="both"/>
              <w:rPr>
                <w:rFonts w:ascii="Times New Roman" w:hAnsi="Times New Roman" w:cs="Times New Roman"/>
                <w:sz w:val="24"/>
                <w:szCs w:val="24"/>
              </w:rPr>
            </w:pPr>
          </w:p>
        </w:tc>
        <w:tc>
          <w:tcPr>
            <w:tcW w:w="2924" w:type="dxa"/>
          </w:tcPr>
          <w:p w:rsidR="00BB2516" w:rsidRPr="00F650A6" w:rsidRDefault="00BB2516" w:rsidP="00F650A6">
            <w:pPr>
              <w:spacing w:after="0" w:line="240" w:lineRule="auto"/>
              <w:jc w:val="both"/>
              <w:rPr>
                <w:rFonts w:ascii="Times New Roman" w:hAnsi="Times New Roman" w:cs="Times New Roman"/>
                <w:sz w:val="24"/>
                <w:szCs w:val="24"/>
              </w:rPr>
            </w:pPr>
          </w:p>
        </w:tc>
      </w:tr>
    </w:tbl>
    <w:p w:rsidR="00BB2516" w:rsidRPr="00F650A6" w:rsidRDefault="00BB2516" w:rsidP="00F650A6">
      <w:pPr>
        <w:spacing w:after="0" w:line="240" w:lineRule="auto"/>
        <w:jc w:val="both"/>
        <w:rPr>
          <w:rFonts w:ascii="Times New Roman" w:hAnsi="Times New Roman" w:cs="Times New Roman"/>
          <w:sz w:val="24"/>
          <w:szCs w:val="24"/>
        </w:rPr>
      </w:pPr>
    </w:p>
    <w:p w:rsidR="00BB2516" w:rsidRPr="00F650A6" w:rsidRDefault="00BB251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p>
    <w:p w:rsidR="00BB2516" w:rsidRPr="003B364D" w:rsidRDefault="00BB2516"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BB2516" w:rsidRPr="003B364D" w:rsidRDefault="00BB2516"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BB2516" w:rsidRPr="003B364D" w:rsidRDefault="00BB2516"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BB2516" w:rsidRPr="003B364D" w:rsidRDefault="00BB2516" w:rsidP="00F650A6">
      <w:pPr>
        <w:pStyle w:val="ConsPlusNormal"/>
        <w:ind w:left="540" w:firstLine="0"/>
        <w:jc w:val="right"/>
        <w:rPr>
          <w:rFonts w:ascii="Times New Roman" w:hAnsi="Times New Roman" w:cs="Times New Roman"/>
          <w:b/>
          <w:bCs/>
          <w:sz w:val="24"/>
          <w:szCs w:val="24"/>
        </w:rPr>
      </w:pPr>
    </w:p>
    <w:p w:rsidR="00BB2516" w:rsidRPr="003B364D" w:rsidRDefault="00BB2516"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BB2516" w:rsidRPr="00F650A6" w:rsidRDefault="00BB2516"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BB2516" w:rsidRPr="00F650A6" w:rsidRDefault="00BB2516"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BB2516" w:rsidRPr="00F650A6" w:rsidRDefault="00BB2516" w:rsidP="00F650A6">
      <w:pPr>
        <w:pStyle w:val="ConsPlusNormal"/>
        <w:ind w:firstLine="708"/>
        <w:rPr>
          <w:rFonts w:ascii="Times New Roman" w:hAnsi="Times New Roman" w:cs="Times New Roman"/>
          <w:sz w:val="24"/>
          <w:szCs w:val="24"/>
        </w:rPr>
      </w:pPr>
    </w:p>
    <w:p w:rsidR="00BB2516" w:rsidRPr="00F650A6" w:rsidRDefault="00BB2516"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BB2516" w:rsidRPr="00F650A6" w:rsidRDefault="00BB2516"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BB2516" w:rsidRPr="00F650A6" w:rsidRDefault="00BB2516"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BB2516" w:rsidRPr="00F650A6" w:rsidRDefault="00BB2516"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BB2516" w:rsidRPr="00F650A6" w:rsidRDefault="00BB2516"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BB2516" w:rsidRPr="00F650A6" w:rsidRDefault="00BB2516"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BB2516" w:rsidRPr="00F650A6" w:rsidRDefault="00BB2516"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BB2516" w:rsidRPr="00F650A6" w:rsidRDefault="00BB251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BB2516" w:rsidRPr="00F650A6" w:rsidRDefault="00BB251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BB2516" w:rsidRPr="00F650A6" w:rsidRDefault="00BB2516"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BB2516" w:rsidRPr="00F650A6" w:rsidRDefault="00BB2516" w:rsidP="00F650A6">
      <w:pPr>
        <w:pStyle w:val="ConsPlusNormal"/>
        <w:ind w:firstLine="708"/>
        <w:jc w:val="both"/>
        <w:rPr>
          <w:rFonts w:ascii="Times New Roman" w:hAnsi="Times New Roman" w:cs="Times New Roman"/>
          <w:sz w:val="24"/>
          <w:szCs w:val="24"/>
        </w:rPr>
      </w:pPr>
    </w:p>
    <w:p w:rsidR="00BB2516" w:rsidRPr="00F650A6" w:rsidRDefault="00BB2516"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BB2516" w:rsidRPr="00F650A6" w:rsidRDefault="00BB2516"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BB2516" w:rsidRPr="00F650A6" w:rsidRDefault="00BB2516" w:rsidP="00F650A6">
      <w:pPr>
        <w:spacing w:after="0" w:line="240" w:lineRule="auto"/>
        <w:jc w:val="center"/>
        <w:rPr>
          <w:rFonts w:ascii="Times New Roman" w:hAnsi="Times New Roman" w:cs="Times New Roman"/>
          <w:sz w:val="24"/>
          <w:szCs w:val="24"/>
        </w:rPr>
      </w:pPr>
    </w:p>
    <w:p w:rsidR="00BB2516" w:rsidRPr="00F650A6" w:rsidRDefault="00BB251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BB2516" w:rsidRPr="00F650A6" w:rsidRDefault="00BB2516" w:rsidP="00F650A6">
      <w:pPr>
        <w:pStyle w:val="ConsPlusNormal"/>
        <w:ind w:firstLine="708"/>
        <w:jc w:val="center"/>
        <w:rPr>
          <w:rFonts w:ascii="Times New Roman" w:hAnsi="Times New Roman" w:cs="Times New Roman"/>
          <w:sz w:val="24"/>
          <w:szCs w:val="24"/>
        </w:rPr>
      </w:pPr>
    </w:p>
    <w:p w:rsidR="00BB2516" w:rsidRDefault="00BB2516"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BB2516" w:rsidRPr="003B364D" w:rsidRDefault="00BB2516"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BB2516" w:rsidRPr="003B364D" w:rsidRDefault="00BB2516"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BB2516" w:rsidRPr="003B364D" w:rsidRDefault="00BB2516"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BB2516" w:rsidRPr="003B364D" w:rsidRDefault="00BB2516" w:rsidP="003B364D">
      <w:pPr>
        <w:spacing w:after="0" w:line="240" w:lineRule="auto"/>
        <w:jc w:val="right"/>
        <w:rPr>
          <w:rFonts w:ascii="Times New Roman" w:hAnsi="Times New Roman" w:cs="Times New Roman"/>
          <w:b/>
          <w:bCs/>
          <w:sz w:val="24"/>
          <w:szCs w:val="24"/>
        </w:rPr>
      </w:pPr>
    </w:p>
    <w:p w:rsidR="00BB2516" w:rsidRPr="003B364D" w:rsidRDefault="00BB2516"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BB2516" w:rsidRPr="003B364D" w:rsidRDefault="00BB2516"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BB2516" w:rsidRPr="00177D18">
        <w:tc>
          <w:tcPr>
            <w:tcW w:w="451" w:type="dxa"/>
          </w:tcPr>
          <w:p w:rsidR="00BB2516" w:rsidRPr="003B364D" w:rsidRDefault="00BB2516" w:rsidP="003B364D">
            <w:pPr>
              <w:pStyle w:val="ConsPlusNormal"/>
              <w:ind w:firstLine="0"/>
              <w:jc w:val="center"/>
              <w:rPr>
                <w:rFonts w:ascii="Times New Roman" w:hAnsi="Times New Roman" w:cs="Times New Roman"/>
                <w:sz w:val="24"/>
                <w:szCs w:val="24"/>
              </w:rPr>
            </w:pPr>
          </w:p>
        </w:tc>
        <w:tc>
          <w:tcPr>
            <w:tcW w:w="1054" w:type="dxa"/>
          </w:tcPr>
          <w:p w:rsidR="00BB2516" w:rsidRPr="003B364D" w:rsidRDefault="00BB251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BB2516" w:rsidRPr="003B364D" w:rsidRDefault="00BB251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BB2516" w:rsidRPr="003B364D" w:rsidRDefault="00BB251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BB2516" w:rsidRPr="003B364D" w:rsidRDefault="00BB251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BB2516" w:rsidRPr="003B364D" w:rsidRDefault="00BB251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BB2516" w:rsidRPr="003B364D" w:rsidRDefault="00BB251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BB2516" w:rsidRPr="00177D18">
        <w:tc>
          <w:tcPr>
            <w:tcW w:w="451" w:type="dxa"/>
          </w:tcPr>
          <w:p w:rsidR="00BB2516" w:rsidRPr="003B364D" w:rsidRDefault="00BB251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BB2516" w:rsidRPr="003B364D" w:rsidRDefault="00BB2516" w:rsidP="003B364D">
            <w:pPr>
              <w:pStyle w:val="ConsPlusNormal"/>
              <w:ind w:firstLine="0"/>
              <w:jc w:val="center"/>
              <w:rPr>
                <w:rFonts w:ascii="Times New Roman" w:hAnsi="Times New Roman" w:cs="Times New Roman"/>
                <w:sz w:val="24"/>
                <w:szCs w:val="24"/>
              </w:rPr>
            </w:pPr>
          </w:p>
        </w:tc>
        <w:tc>
          <w:tcPr>
            <w:tcW w:w="1533" w:type="dxa"/>
          </w:tcPr>
          <w:p w:rsidR="00BB2516" w:rsidRPr="003B364D" w:rsidRDefault="00BB2516" w:rsidP="003B364D">
            <w:pPr>
              <w:pStyle w:val="ConsPlusNormal"/>
              <w:ind w:firstLine="0"/>
              <w:jc w:val="center"/>
              <w:rPr>
                <w:rFonts w:ascii="Times New Roman" w:hAnsi="Times New Roman" w:cs="Times New Roman"/>
                <w:sz w:val="24"/>
                <w:szCs w:val="24"/>
              </w:rPr>
            </w:pPr>
          </w:p>
        </w:tc>
        <w:tc>
          <w:tcPr>
            <w:tcW w:w="1205" w:type="dxa"/>
          </w:tcPr>
          <w:p w:rsidR="00BB2516" w:rsidRPr="003B364D" w:rsidRDefault="00BB2516" w:rsidP="003B364D">
            <w:pPr>
              <w:pStyle w:val="ConsPlusNormal"/>
              <w:ind w:firstLine="0"/>
              <w:jc w:val="center"/>
              <w:rPr>
                <w:rFonts w:ascii="Times New Roman" w:hAnsi="Times New Roman" w:cs="Times New Roman"/>
                <w:sz w:val="24"/>
                <w:szCs w:val="24"/>
              </w:rPr>
            </w:pPr>
          </w:p>
        </w:tc>
        <w:tc>
          <w:tcPr>
            <w:tcW w:w="1658" w:type="dxa"/>
          </w:tcPr>
          <w:p w:rsidR="00BB2516" w:rsidRPr="003B364D" w:rsidRDefault="00BB2516" w:rsidP="003B364D">
            <w:pPr>
              <w:pStyle w:val="ConsPlusNormal"/>
              <w:ind w:firstLine="0"/>
              <w:jc w:val="center"/>
              <w:rPr>
                <w:rFonts w:ascii="Times New Roman" w:hAnsi="Times New Roman" w:cs="Times New Roman"/>
                <w:sz w:val="24"/>
                <w:szCs w:val="24"/>
              </w:rPr>
            </w:pPr>
          </w:p>
        </w:tc>
        <w:tc>
          <w:tcPr>
            <w:tcW w:w="1548" w:type="dxa"/>
          </w:tcPr>
          <w:p w:rsidR="00BB2516" w:rsidRPr="003B364D" w:rsidRDefault="00BB2516" w:rsidP="003B364D">
            <w:pPr>
              <w:pStyle w:val="ConsPlusNormal"/>
              <w:ind w:firstLine="0"/>
              <w:jc w:val="center"/>
              <w:rPr>
                <w:rFonts w:ascii="Times New Roman" w:hAnsi="Times New Roman" w:cs="Times New Roman"/>
                <w:sz w:val="24"/>
                <w:szCs w:val="24"/>
              </w:rPr>
            </w:pPr>
          </w:p>
        </w:tc>
        <w:tc>
          <w:tcPr>
            <w:tcW w:w="1672" w:type="dxa"/>
          </w:tcPr>
          <w:p w:rsidR="00BB2516" w:rsidRPr="003B364D" w:rsidRDefault="00BB2516" w:rsidP="003B364D">
            <w:pPr>
              <w:pStyle w:val="ConsPlusNormal"/>
              <w:ind w:firstLine="0"/>
              <w:jc w:val="center"/>
              <w:rPr>
                <w:rFonts w:ascii="Times New Roman" w:hAnsi="Times New Roman" w:cs="Times New Roman"/>
                <w:sz w:val="24"/>
                <w:szCs w:val="24"/>
              </w:rPr>
            </w:pPr>
          </w:p>
        </w:tc>
      </w:tr>
      <w:tr w:rsidR="00BB2516" w:rsidRPr="00177D18">
        <w:tc>
          <w:tcPr>
            <w:tcW w:w="451" w:type="dxa"/>
          </w:tcPr>
          <w:p w:rsidR="00BB2516" w:rsidRPr="003B364D" w:rsidRDefault="00BB251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BB2516" w:rsidRPr="003B364D" w:rsidRDefault="00BB2516" w:rsidP="003B364D">
            <w:pPr>
              <w:pStyle w:val="ConsPlusNormal"/>
              <w:ind w:firstLine="0"/>
              <w:jc w:val="center"/>
              <w:rPr>
                <w:rFonts w:ascii="Times New Roman" w:hAnsi="Times New Roman" w:cs="Times New Roman"/>
                <w:sz w:val="24"/>
                <w:szCs w:val="24"/>
              </w:rPr>
            </w:pPr>
          </w:p>
        </w:tc>
        <w:tc>
          <w:tcPr>
            <w:tcW w:w="1533" w:type="dxa"/>
          </w:tcPr>
          <w:p w:rsidR="00BB2516" w:rsidRPr="003B364D" w:rsidRDefault="00BB2516" w:rsidP="003B364D">
            <w:pPr>
              <w:pStyle w:val="ConsPlusNormal"/>
              <w:ind w:firstLine="0"/>
              <w:jc w:val="center"/>
              <w:rPr>
                <w:rFonts w:ascii="Times New Roman" w:hAnsi="Times New Roman" w:cs="Times New Roman"/>
                <w:sz w:val="24"/>
                <w:szCs w:val="24"/>
              </w:rPr>
            </w:pPr>
          </w:p>
        </w:tc>
        <w:tc>
          <w:tcPr>
            <w:tcW w:w="1205" w:type="dxa"/>
          </w:tcPr>
          <w:p w:rsidR="00BB2516" w:rsidRPr="003B364D" w:rsidRDefault="00BB2516" w:rsidP="003B364D">
            <w:pPr>
              <w:pStyle w:val="ConsPlusNormal"/>
              <w:ind w:firstLine="0"/>
              <w:jc w:val="center"/>
              <w:rPr>
                <w:rFonts w:ascii="Times New Roman" w:hAnsi="Times New Roman" w:cs="Times New Roman"/>
                <w:sz w:val="24"/>
                <w:szCs w:val="24"/>
              </w:rPr>
            </w:pPr>
          </w:p>
        </w:tc>
        <w:tc>
          <w:tcPr>
            <w:tcW w:w="1658" w:type="dxa"/>
          </w:tcPr>
          <w:p w:rsidR="00BB2516" w:rsidRPr="003B364D" w:rsidRDefault="00BB2516" w:rsidP="003B364D">
            <w:pPr>
              <w:pStyle w:val="ConsPlusNormal"/>
              <w:ind w:firstLine="0"/>
              <w:jc w:val="center"/>
              <w:rPr>
                <w:rFonts w:ascii="Times New Roman" w:hAnsi="Times New Roman" w:cs="Times New Roman"/>
                <w:sz w:val="24"/>
                <w:szCs w:val="24"/>
              </w:rPr>
            </w:pPr>
          </w:p>
        </w:tc>
        <w:tc>
          <w:tcPr>
            <w:tcW w:w="1548" w:type="dxa"/>
          </w:tcPr>
          <w:p w:rsidR="00BB2516" w:rsidRPr="003B364D" w:rsidRDefault="00BB2516" w:rsidP="003B364D">
            <w:pPr>
              <w:pStyle w:val="ConsPlusNormal"/>
              <w:ind w:firstLine="0"/>
              <w:jc w:val="center"/>
              <w:rPr>
                <w:rFonts w:ascii="Times New Roman" w:hAnsi="Times New Roman" w:cs="Times New Roman"/>
                <w:sz w:val="24"/>
                <w:szCs w:val="24"/>
              </w:rPr>
            </w:pPr>
          </w:p>
        </w:tc>
        <w:tc>
          <w:tcPr>
            <w:tcW w:w="1672" w:type="dxa"/>
          </w:tcPr>
          <w:p w:rsidR="00BB2516" w:rsidRPr="003B364D" w:rsidRDefault="00BB2516" w:rsidP="003B364D">
            <w:pPr>
              <w:pStyle w:val="ConsPlusNormal"/>
              <w:ind w:firstLine="0"/>
              <w:jc w:val="center"/>
              <w:rPr>
                <w:rFonts w:ascii="Times New Roman" w:hAnsi="Times New Roman" w:cs="Times New Roman"/>
                <w:sz w:val="24"/>
                <w:szCs w:val="24"/>
              </w:rPr>
            </w:pPr>
          </w:p>
        </w:tc>
      </w:tr>
      <w:tr w:rsidR="00BB2516" w:rsidRPr="00177D18">
        <w:tc>
          <w:tcPr>
            <w:tcW w:w="451" w:type="dxa"/>
          </w:tcPr>
          <w:p w:rsidR="00BB2516" w:rsidRPr="003B364D" w:rsidRDefault="00BB251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BB2516" w:rsidRPr="003B364D" w:rsidRDefault="00BB2516" w:rsidP="003B364D">
            <w:pPr>
              <w:pStyle w:val="ConsPlusNormal"/>
              <w:ind w:firstLine="0"/>
              <w:jc w:val="center"/>
              <w:rPr>
                <w:rFonts w:ascii="Times New Roman" w:hAnsi="Times New Roman" w:cs="Times New Roman"/>
                <w:sz w:val="24"/>
                <w:szCs w:val="24"/>
              </w:rPr>
            </w:pPr>
          </w:p>
        </w:tc>
        <w:tc>
          <w:tcPr>
            <w:tcW w:w="1533" w:type="dxa"/>
          </w:tcPr>
          <w:p w:rsidR="00BB2516" w:rsidRPr="003B364D" w:rsidRDefault="00BB2516" w:rsidP="003B364D">
            <w:pPr>
              <w:pStyle w:val="ConsPlusNormal"/>
              <w:ind w:firstLine="0"/>
              <w:jc w:val="center"/>
              <w:rPr>
                <w:rFonts w:ascii="Times New Roman" w:hAnsi="Times New Roman" w:cs="Times New Roman"/>
                <w:sz w:val="24"/>
                <w:szCs w:val="24"/>
              </w:rPr>
            </w:pPr>
          </w:p>
        </w:tc>
        <w:tc>
          <w:tcPr>
            <w:tcW w:w="1205" w:type="dxa"/>
          </w:tcPr>
          <w:p w:rsidR="00BB2516" w:rsidRPr="003B364D" w:rsidRDefault="00BB2516" w:rsidP="003B364D">
            <w:pPr>
              <w:pStyle w:val="ConsPlusNormal"/>
              <w:ind w:firstLine="0"/>
              <w:jc w:val="center"/>
              <w:rPr>
                <w:rFonts w:ascii="Times New Roman" w:hAnsi="Times New Roman" w:cs="Times New Roman"/>
                <w:sz w:val="24"/>
                <w:szCs w:val="24"/>
              </w:rPr>
            </w:pPr>
          </w:p>
        </w:tc>
        <w:tc>
          <w:tcPr>
            <w:tcW w:w="1658" w:type="dxa"/>
          </w:tcPr>
          <w:p w:rsidR="00BB2516" w:rsidRPr="003B364D" w:rsidRDefault="00BB2516" w:rsidP="003B364D">
            <w:pPr>
              <w:pStyle w:val="ConsPlusNormal"/>
              <w:ind w:firstLine="0"/>
              <w:jc w:val="center"/>
              <w:rPr>
                <w:rFonts w:ascii="Times New Roman" w:hAnsi="Times New Roman" w:cs="Times New Roman"/>
                <w:sz w:val="24"/>
                <w:szCs w:val="24"/>
              </w:rPr>
            </w:pPr>
          </w:p>
        </w:tc>
        <w:tc>
          <w:tcPr>
            <w:tcW w:w="1548" w:type="dxa"/>
          </w:tcPr>
          <w:p w:rsidR="00BB2516" w:rsidRPr="003B364D" w:rsidRDefault="00BB2516" w:rsidP="003B364D">
            <w:pPr>
              <w:pStyle w:val="ConsPlusNormal"/>
              <w:ind w:firstLine="0"/>
              <w:jc w:val="center"/>
              <w:rPr>
                <w:rFonts w:ascii="Times New Roman" w:hAnsi="Times New Roman" w:cs="Times New Roman"/>
                <w:sz w:val="24"/>
                <w:szCs w:val="24"/>
              </w:rPr>
            </w:pPr>
          </w:p>
        </w:tc>
        <w:tc>
          <w:tcPr>
            <w:tcW w:w="1672" w:type="dxa"/>
          </w:tcPr>
          <w:p w:rsidR="00BB2516" w:rsidRPr="003B364D" w:rsidRDefault="00BB2516" w:rsidP="003B364D">
            <w:pPr>
              <w:pStyle w:val="ConsPlusNormal"/>
              <w:ind w:firstLine="0"/>
              <w:jc w:val="center"/>
              <w:rPr>
                <w:rFonts w:ascii="Times New Roman" w:hAnsi="Times New Roman" w:cs="Times New Roman"/>
                <w:sz w:val="24"/>
                <w:szCs w:val="24"/>
              </w:rPr>
            </w:pPr>
          </w:p>
        </w:tc>
      </w:tr>
    </w:tbl>
    <w:p w:rsidR="00BB2516" w:rsidRPr="003B364D" w:rsidRDefault="00BB2516"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BB2516" w:rsidRPr="003B364D" w:rsidRDefault="00BB2516"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BB2516" w:rsidRPr="003B364D" w:rsidRDefault="00BB2516"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BB2516" w:rsidRPr="003B364D" w:rsidRDefault="00BB2516"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BB2516" w:rsidRPr="003B364D" w:rsidRDefault="00BB2516" w:rsidP="003B364D">
      <w:pPr>
        <w:spacing w:after="0" w:line="240" w:lineRule="auto"/>
        <w:ind w:firstLine="708"/>
        <w:rPr>
          <w:rFonts w:ascii="Times New Roman" w:hAnsi="Times New Roman" w:cs="Times New Roman"/>
          <w:sz w:val="24"/>
          <w:szCs w:val="24"/>
        </w:rPr>
      </w:pPr>
    </w:p>
    <w:p w:rsidR="00BB2516" w:rsidRPr="003B364D" w:rsidRDefault="00BB2516"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BB2516" w:rsidRPr="003B364D" w:rsidRDefault="00BB2516" w:rsidP="003B364D">
      <w:pPr>
        <w:spacing w:after="0" w:line="240" w:lineRule="auto"/>
        <w:rPr>
          <w:rFonts w:ascii="Times New Roman" w:hAnsi="Times New Roman" w:cs="Times New Roman"/>
          <w:sz w:val="24"/>
          <w:szCs w:val="24"/>
        </w:rPr>
      </w:pPr>
    </w:p>
    <w:p w:rsidR="00BB2516" w:rsidRPr="003B364D" w:rsidRDefault="00BB2516"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BB2516" w:rsidRPr="003B364D" w:rsidRDefault="00BB2516" w:rsidP="003B364D">
      <w:pPr>
        <w:spacing w:after="0" w:line="240" w:lineRule="auto"/>
        <w:jc w:val="both"/>
        <w:rPr>
          <w:rFonts w:ascii="Times New Roman" w:hAnsi="Times New Roman" w:cs="Times New Roman"/>
          <w:sz w:val="24"/>
          <w:szCs w:val="24"/>
        </w:rPr>
      </w:pPr>
    </w:p>
    <w:p w:rsidR="00BB2516" w:rsidRPr="003B364D" w:rsidRDefault="00BB2516"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BB2516" w:rsidRPr="003B364D" w:rsidRDefault="00BB2516"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BB2516" w:rsidRPr="003B364D" w:rsidRDefault="00BB2516"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BB2516" w:rsidRPr="003B364D" w:rsidRDefault="00BB2516" w:rsidP="003B364D">
      <w:pPr>
        <w:pStyle w:val="ConsPlusNormal"/>
        <w:ind w:left="450" w:firstLine="0"/>
        <w:rPr>
          <w:rFonts w:ascii="Times New Roman" w:hAnsi="Times New Roman" w:cs="Times New Roman"/>
          <w:sz w:val="24"/>
          <w:szCs w:val="24"/>
        </w:rPr>
      </w:pPr>
    </w:p>
    <w:p w:rsidR="00BB2516" w:rsidRPr="003B364D" w:rsidRDefault="00BB2516"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BB2516" w:rsidRPr="003B364D" w:rsidRDefault="00BB2516" w:rsidP="003B364D">
      <w:pPr>
        <w:pStyle w:val="ConsPlusNormal"/>
        <w:ind w:left="450" w:firstLine="0"/>
        <w:rPr>
          <w:rFonts w:ascii="Times New Roman" w:hAnsi="Times New Roman" w:cs="Times New Roman"/>
          <w:sz w:val="24"/>
          <w:szCs w:val="24"/>
        </w:rPr>
      </w:pPr>
    </w:p>
    <w:p w:rsidR="00BB2516" w:rsidRDefault="00BB2516"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BB2516" w:rsidRDefault="00BB2516" w:rsidP="00F650A6">
      <w:pPr>
        <w:spacing w:after="0" w:line="240" w:lineRule="auto"/>
        <w:jc w:val="both"/>
        <w:rPr>
          <w:rFonts w:ascii="Times New Roman" w:hAnsi="Times New Roman" w:cs="Times New Roman"/>
          <w:sz w:val="24"/>
          <w:szCs w:val="24"/>
        </w:rPr>
      </w:pPr>
    </w:p>
    <w:p w:rsidR="00BB2516" w:rsidRPr="00EA2DD6" w:rsidRDefault="00BB2516"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BB2516" w:rsidRPr="00EA2DD6" w:rsidRDefault="00BB2516"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BB2516" w:rsidRPr="00EA2DD6" w:rsidRDefault="00BB2516"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BB2516" w:rsidRPr="00EA2DD6" w:rsidRDefault="00BB2516" w:rsidP="00FE444E">
      <w:pPr>
        <w:spacing w:after="0" w:line="240" w:lineRule="auto"/>
        <w:ind w:left="720"/>
        <w:jc w:val="right"/>
        <w:rPr>
          <w:rFonts w:ascii="Times New Roman" w:hAnsi="Times New Roman" w:cs="Times New Roman"/>
          <w:b/>
          <w:bCs/>
          <w:sz w:val="24"/>
          <w:szCs w:val="24"/>
        </w:rPr>
      </w:pPr>
    </w:p>
    <w:p w:rsidR="00BB2516" w:rsidRDefault="00BB2516"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BB2516" w:rsidRPr="00EA2DD6" w:rsidRDefault="00BB2516" w:rsidP="00FE444E">
      <w:pPr>
        <w:spacing w:after="0" w:line="240" w:lineRule="auto"/>
        <w:ind w:left="720"/>
        <w:jc w:val="center"/>
        <w:rPr>
          <w:rFonts w:ascii="Times New Roman" w:hAnsi="Times New Roman" w:cs="Times New Roman"/>
          <w:b/>
          <w:bCs/>
          <w:sz w:val="24"/>
          <w:szCs w:val="24"/>
        </w:rPr>
      </w:pPr>
    </w:p>
    <w:p w:rsidR="00BB2516" w:rsidRPr="009D4038" w:rsidRDefault="00BB2516"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BB2516" w:rsidRPr="009D4038" w:rsidRDefault="00BB2516"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BB2516" w:rsidRPr="008C5597" w:rsidRDefault="00BB2516"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BB2516" w:rsidRPr="00FE444E" w:rsidRDefault="00BB2516"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BB2516" w:rsidRPr="00FE444E" w:rsidRDefault="00BB2516"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BB2516" w:rsidRPr="00FE444E" w:rsidRDefault="00BB251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BB2516" w:rsidRPr="00FE444E" w:rsidRDefault="00BB251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BB2516" w:rsidRPr="00FE444E" w:rsidRDefault="00BB2516"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BB2516" w:rsidRPr="00FE444E" w:rsidRDefault="00BB251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BB2516" w:rsidRPr="00FE444E" w:rsidRDefault="00BB2516" w:rsidP="00FE444E">
      <w:pPr>
        <w:spacing w:after="0" w:line="240" w:lineRule="auto"/>
        <w:jc w:val="both"/>
        <w:rPr>
          <w:rFonts w:ascii="Times New Roman" w:hAnsi="Times New Roman" w:cs="Times New Roman"/>
          <w:sz w:val="24"/>
          <w:szCs w:val="24"/>
        </w:rPr>
      </w:pPr>
    </w:p>
    <w:p w:rsidR="00BB2516" w:rsidRPr="009D4038" w:rsidRDefault="00BB2516"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BB2516" w:rsidRPr="00FE444E" w:rsidRDefault="00BB2516"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BB2516" w:rsidRPr="00FE444E" w:rsidRDefault="00BB2516"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BB2516" w:rsidRPr="00FE444E" w:rsidRDefault="00BB251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BB2516" w:rsidRPr="00FE444E" w:rsidRDefault="00BB2516"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BB2516" w:rsidRPr="00FE444E" w:rsidRDefault="00BB251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BB2516" w:rsidRPr="00FE444E" w:rsidRDefault="00BB2516"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BB2516" w:rsidRPr="00FE444E" w:rsidRDefault="00BB251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BB2516" w:rsidRPr="00FE444E" w:rsidRDefault="00BB2516"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BB2516" w:rsidRPr="00FE444E" w:rsidRDefault="00BB2516" w:rsidP="00FE444E">
      <w:pPr>
        <w:spacing w:after="0" w:line="240" w:lineRule="auto"/>
        <w:ind w:firstLine="993"/>
        <w:jc w:val="both"/>
        <w:rPr>
          <w:rFonts w:ascii="Times New Roman" w:hAnsi="Times New Roman" w:cs="Times New Roman"/>
          <w:sz w:val="24"/>
          <w:szCs w:val="24"/>
        </w:rPr>
      </w:pPr>
    </w:p>
    <w:p w:rsidR="00BB2516" w:rsidRPr="00FE444E" w:rsidRDefault="00BB2516"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BB2516" w:rsidRPr="00FE444E" w:rsidRDefault="00BB2516" w:rsidP="00FE444E">
      <w:pPr>
        <w:spacing w:after="0" w:line="240" w:lineRule="auto"/>
        <w:ind w:left="1545"/>
        <w:jc w:val="both"/>
        <w:rPr>
          <w:rFonts w:ascii="Times New Roman" w:hAnsi="Times New Roman" w:cs="Times New Roman"/>
          <w:sz w:val="24"/>
          <w:szCs w:val="24"/>
        </w:rPr>
      </w:pPr>
    </w:p>
    <w:p w:rsidR="00BB2516" w:rsidRPr="00FE444E" w:rsidRDefault="00BB2516"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BB2516" w:rsidRPr="00FE444E" w:rsidRDefault="00BB2516"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BB2516" w:rsidRPr="00FE444E" w:rsidRDefault="00BB2516" w:rsidP="00FE444E">
      <w:pPr>
        <w:pStyle w:val="ListParagraph"/>
        <w:spacing w:after="0" w:line="240" w:lineRule="auto"/>
        <w:rPr>
          <w:rFonts w:ascii="Times New Roman" w:hAnsi="Times New Roman" w:cs="Times New Roman"/>
          <w:sz w:val="24"/>
          <w:szCs w:val="24"/>
        </w:rPr>
      </w:pPr>
    </w:p>
    <w:p w:rsidR="00BB2516" w:rsidRPr="00FE444E" w:rsidRDefault="00BB2516"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BB2516" w:rsidRPr="00FE444E" w:rsidRDefault="00BB2516" w:rsidP="00FE444E">
      <w:pPr>
        <w:pStyle w:val="ListParagraph"/>
        <w:spacing w:after="0" w:line="240" w:lineRule="auto"/>
        <w:ind w:left="0" w:firstLine="540"/>
        <w:rPr>
          <w:rFonts w:ascii="Times New Roman" w:hAnsi="Times New Roman" w:cs="Times New Roman"/>
          <w:sz w:val="24"/>
          <w:szCs w:val="24"/>
        </w:rPr>
      </w:pPr>
    </w:p>
    <w:p w:rsidR="00BB2516" w:rsidRPr="00FE444E" w:rsidRDefault="00BB2516"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BB2516" w:rsidRPr="00FE444E" w:rsidRDefault="00BB2516" w:rsidP="00FE444E">
      <w:pPr>
        <w:spacing w:after="0" w:line="240" w:lineRule="auto"/>
        <w:ind w:firstLine="426"/>
        <w:jc w:val="center"/>
        <w:rPr>
          <w:rFonts w:ascii="Times New Roman" w:hAnsi="Times New Roman" w:cs="Times New Roman"/>
          <w:sz w:val="24"/>
          <w:szCs w:val="24"/>
        </w:rPr>
      </w:pPr>
    </w:p>
    <w:p w:rsidR="00BB2516" w:rsidRPr="009D4038" w:rsidRDefault="00BB2516"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BB2516" w:rsidRPr="00FE444E" w:rsidRDefault="00BB2516"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BB2516" w:rsidRPr="00FE444E" w:rsidRDefault="00BB2516" w:rsidP="00FE444E">
      <w:pPr>
        <w:pStyle w:val="Style19"/>
        <w:widowControl/>
        <w:spacing w:before="0" w:after="0" w:line="240" w:lineRule="auto"/>
        <w:ind w:firstLine="567"/>
      </w:pPr>
    </w:p>
    <w:p w:rsidR="00BB2516" w:rsidRPr="009D4038" w:rsidRDefault="00BB2516"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BB2516" w:rsidRPr="00FE444E" w:rsidRDefault="00BB2516"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BB2516" w:rsidRPr="00FE444E" w:rsidRDefault="00BB2516"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BB2516" w:rsidRPr="00FE444E" w:rsidRDefault="00BB2516"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BB2516" w:rsidRDefault="00BB2516"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BB2516" w:rsidRPr="00600BF7" w:rsidRDefault="00BB2516" w:rsidP="00FE444E">
      <w:pPr>
        <w:pStyle w:val="BodyTextIndent"/>
        <w:spacing w:after="0" w:line="240" w:lineRule="auto"/>
        <w:ind w:left="0" w:firstLine="567"/>
        <w:jc w:val="both"/>
        <w:rPr>
          <w:rFonts w:ascii="Times New Roman" w:hAnsi="Times New Roman" w:cs="Times New Roman"/>
          <w:sz w:val="24"/>
          <w:szCs w:val="24"/>
        </w:rPr>
      </w:pPr>
    </w:p>
    <w:p w:rsidR="00BB2516" w:rsidRPr="009D4038" w:rsidRDefault="00BB2516"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BB2516" w:rsidRPr="00FE444E" w:rsidRDefault="00BB2516" w:rsidP="00FE444E">
      <w:pPr>
        <w:spacing w:after="0" w:line="240" w:lineRule="auto"/>
        <w:ind w:firstLine="567"/>
        <w:jc w:val="both"/>
        <w:rPr>
          <w:rFonts w:ascii="Times New Roman" w:hAnsi="Times New Roman" w:cs="Times New Roman"/>
          <w:sz w:val="24"/>
          <w:szCs w:val="24"/>
        </w:rPr>
      </w:pPr>
    </w:p>
    <w:p w:rsidR="00BB2516" w:rsidRPr="00FE444E"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BB2516"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BB2516" w:rsidRPr="00FE444E" w:rsidRDefault="00BB2516" w:rsidP="00FE444E">
      <w:pPr>
        <w:spacing w:after="0" w:line="240" w:lineRule="auto"/>
        <w:ind w:firstLine="567"/>
        <w:jc w:val="both"/>
        <w:rPr>
          <w:sz w:val="24"/>
          <w:szCs w:val="24"/>
        </w:rPr>
      </w:pPr>
    </w:p>
    <w:p w:rsidR="00BB2516" w:rsidRPr="009D4038" w:rsidRDefault="00BB2516"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BB2516" w:rsidRPr="00FE444E" w:rsidRDefault="00BB2516"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BB2516" w:rsidRPr="00FE444E" w:rsidRDefault="00BB2516"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BB2516" w:rsidRPr="00FE444E" w:rsidRDefault="00BB2516"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BB2516" w:rsidRPr="00FE444E" w:rsidRDefault="00BB2516"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BB2516" w:rsidRPr="008C5567" w:rsidRDefault="00BB2516"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BB2516" w:rsidRDefault="00BB2516"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BB2516" w:rsidRPr="00FE444E" w:rsidRDefault="00BB2516" w:rsidP="00FE444E">
      <w:pPr>
        <w:tabs>
          <w:tab w:val="left" w:pos="1418"/>
        </w:tabs>
        <w:spacing w:after="0" w:line="240" w:lineRule="auto"/>
        <w:ind w:firstLine="567"/>
        <w:jc w:val="both"/>
        <w:rPr>
          <w:rFonts w:ascii="Times New Roman" w:hAnsi="Times New Roman" w:cs="Times New Roman"/>
          <w:sz w:val="24"/>
          <w:szCs w:val="24"/>
        </w:rPr>
      </w:pPr>
    </w:p>
    <w:p w:rsidR="00BB2516" w:rsidRPr="009D4038" w:rsidRDefault="00BB2516"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BB2516" w:rsidRPr="009553A2" w:rsidRDefault="00BB2516"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BB2516" w:rsidRPr="00FE444E" w:rsidRDefault="00BB2516"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BB2516" w:rsidRPr="00DE3F58"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BB2516" w:rsidRPr="00250D03" w:rsidRDefault="00BB2516"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BB2516" w:rsidRPr="00250D03" w:rsidRDefault="00BB2516"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BB2516" w:rsidRPr="00250D03" w:rsidRDefault="00BB2516"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BB2516" w:rsidRPr="00FE444E" w:rsidRDefault="00BB2516"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BB2516" w:rsidRPr="00FE444E" w:rsidRDefault="00BB2516"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BB2516" w:rsidRPr="00FE444E" w:rsidRDefault="00BB2516"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BB2516" w:rsidRPr="00FE444E" w:rsidRDefault="00BB2516"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BB2516"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BB2516" w:rsidRPr="00FE444E" w:rsidRDefault="00BB2516" w:rsidP="00FE444E">
      <w:pPr>
        <w:spacing w:after="0" w:line="240" w:lineRule="auto"/>
        <w:ind w:firstLine="567"/>
        <w:jc w:val="both"/>
        <w:rPr>
          <w:rFonts w:ascii="Times New Roman" w:hAnsi="Times New Roman" w:cs="Times New Roman"/>
          <w:sz w:val="24"/>
          <w:szCs w:val="24"/>
        </w:rPr>
      </w:pPr>
    </w:p>
    <w:p w:rsidR="00BB2516" w:rsidRPr="009D4038" w:rsidRDefault="00BB2516"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BB2516" w:rsidRPr="008C5597" w:rsidRDefault="00BB2516"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BB2516" w:rsidRPr="00F119A4" w:rsidRDefault="00BB2516"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BB2516" w:rsidRPr="00F119A4" w:rsidRDefault="00BB2516" w:rsidP="00FE444E">
      <w:pPr>
        <w:pStyle w:val="Style8"/>
        <w:widowControl/>
        <w:spacing w:before="0" w:after="0" w:line="240" w:lineRule="auto"/>
        <w:ind w:firstLine="567"/>
      </w:pPr>
    </w:p>
    <w:p w:rsidR="00BB2516" w:rsidRPr="00FE444E" w:rsidRDefault="00BB2516" w:rsidP="00FE444E">
      <w:pPr>
        <w:pStyle w:val="Style7"/>
        <w:widowControl/>
        <w:tabs>
          <w:tab w:val="left" w:leader="underscore" w:pos="9254"/>
        </w:tabs>
        <w:spacing w:before="0" w:after="0" w:line="240" w:lineRule="auto"/>
        <w:jc w:val="both"/>
        <w:rPr>
          <w:b/>
          <w:bCs/>
        </w:rPr>
      </w:pPr>
      <w:r w:rsidRPr="00FE444E">
        <w:rPr>
          <w:b/>
          <w:bCs/>
        </w:rPr>
        <w:tab/>
      </w:r>
    </w:p>
    <w:p w:rsidR="00BB2516" w:rsidRPr="00FE444E" w:rsidRDefault="00BB2516"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BB2516" w:rsidRDefault="00BB2516"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BB2516" w:rsidRPr="00822604" w:rsidRDefault="00BB2516" w:rsidP="00FE444E">
      <w:pPr>
        <w:pStyle w:val="Style12"/>
        <w:widowControl/>
        <w:spacing w:before="0" w:after="0" w:line="240" w:lineRule="auto"/>
        <w:ind w:firstLine="567"/>
        <w:jc w:val="both"/>
      </w:pPr>
      <w:r w:rsidRPr="00822604">
        <w:t>Полномочным представителем Подрядчика является:</w:t>
      </w:r>
    </w:p>
    <w:p w:rsidR="00BB2516" w:rsidRPr="00FE444E" w:rsidRDefault="00BB2516" w:rsidP="00FE444E">
      <w:pPr>
        <w:pStyle w:val="Style7"/>
        <w:widowControl/>
        <w:tabs>
          <w:tab w:val="left" w:leader="underscore" w:pos="9254"/>
        </w:tabs>
        <w:spacing w:before="0" w:after="0" w:line="240" w:lineRule="auto"/>
        <w:jc w:val="both"/>
        <w:rPr>
          <w:b/>
          <w:bCs/>
        </w:rPr>
      </w:pPr>
      <w:r w:rsidRPr="00FE444E">
        <w:rPr>
          <w:b/>
          <w:bCs/>
        </w:rPr>
        <w:tab/>
      </w:r>
    </w:p>
    <w:p w:rsidR="00BB2516" w:rsidRPr="00FE444E" w:rsidRDefault="00BB2516"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BB2516" w:rsidRPr="005828D6" w:rsidRDefault="00BB2516"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BB2516" w:rsidRDefault="00BB2516"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BB2516" w:rsidRDefault="00BB2516"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BB2516" w:rsidRDefault="00BB2516"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BB2516" w:rsidRPr="008C5597" w:rsidRDefault="00BB2516"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BB2516" w:rsidRPr="008C5597" w:rsidRDefault="00BB2516"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BB2516" w:rsidRPr="008C5597" w:rsidRDefault="00BB2516"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BB2516" w:rsidRPr="00250D03" w:rsidRDefault="00BB2516"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BB2516" w:rsidRPr="00250D03" w:rsidRDefault="00BB2516"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BB2516" w:rsidRPr="00250D03" w:rsidRDefault="00BB2516"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BB2516" w:rsidRPr="00250D03" w:rsidRDefault="00BB2516"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BB2516" w:rsidRPr="00250D03" w:rsidRDefault="00BB2516"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BB2516" w:rsidRPr="00250D03" w:rsidRDefault="00BB2516"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BB2516" w:rsidRPr="00FE444E" w:rsidRDefault="00BB2516"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BB2516" w:rsidRPr="00FE444E" w:rsidRDefault="00BB2516"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BB2516" w:rsidRPr="00FE444E" w:rsidRDefault="00BB2516"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BB2516" w:rsidRPr="00FE444E" w:rsidRDefault="00BB2516"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BB2516" w:rsidRPr="00331B78" w:rsidRDefault="00BB2516"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BB2516" w:rsidRPr="00DE3F58" w:rsidRDefault="00BB2516"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BB2516" w:rsidRDefault="00BB2516"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BB2516" w:rsidRPr="00DE3F58" w:rsidRDefault="00BB2516" w:rsidP="00FE444E">
      <w:pPr>
        <w:pStyle w:val="Closing"/>
        <w:spacing w:line="240" w:lineRule="auto"/>
        <w:ind w:left="45" w:firstLine="567"/>
        <w:jc w:val="both"/>
        <w:rPr>
          <w:sz w:val="24"/>
          <w:szCs w:val="24"/>
          <w:lang w:eastAsia="ru-RU"/>
        </w:rPr>
      </w:pPr>
    </w:p>
    <w:p w:rsidR="00BB2516" w:rsidRPr="009D4038" w:rsidRDefault="00BB2516"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BB2516" w:rsidRPr="00FE444E" w:rsidRDefault="00BB2516"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BB2516" w:rsidRPr="00FE444E" w:rsidRDefault="00BB2516"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BB2516" w:rsidRPr="008C5597" w:rsidRDefault="00BB2516"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BB2516" w:rsidRPr="008C5597" w:rsidRDefault="00BB2516"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BB2516" w:rsidRPr="008C5597" w:rsidRDefault="00BB2516"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BB2516" w:rsidRDefault="00BB2516"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BB2516" w:rsidRPr="008C5597" w:rsidRDefault="00BB2516" w:rsidP="00FE444E">
      <w:pPr>
        <w:pStyle w:val="Style14"/>
        <w:widowControl/>
        <w:tabs>
          <w:tab w:val="left" w:pos="709"/>
        </w:tabs>
        <w:spacing w:before="0" w:after="0" w:line="240" w:lineRule="auto"/>
        <w:ind w:firstLine="567"/>
      </w:pPr>
    </w:p>
    <w:p w:rsidR="00BB2516" w:rsidRDefault="00BB2516"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BB2516" w:rsidRPr="008C5597" w:rsidRDefault="00BB2516"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BB2516" w:rsidRPr="00FE444E" w:rsidRDefault="00BB2516"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BB2516" w:rsidRPr="00FE444E" w:rsidRDefault="00BB2516"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BB2516" w:rsidRPr="00FE444E" w:rsidRDefault="00BB2516"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BB2516" w:rsidRDefault="00BB2516"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BB2516" w:rsidRPr="00FE444E" w:rsidRDefault="00BB2516" w:rsidP="00FE444E">
      <w:pPr>
        <w:pStyle w:val="Style14"/>
        <w:widowControl/>
        <w:tabs>
          <w:tab w:val="left" w:pos="1234"/>
        </w:tabs>
        <w:spacing w:before="0" w:after="0" w:line="240" w:lineRule="auto"/>
        <w:ind w:firstLine="567"/>
      </w:pPr>
    </w:p>
    <w:p w:rsidR="00BB2516" w:rsidRDefault="00BB2516"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BB2516" w:rsidRPr="00FE444E" w:rsidRDefault="00BB2516"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BB2516" w:rsidRPr="00DE3F58"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BB2516"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BB2516" w:rsidRPr="00FE444E" w:rsidRDefault="00BB2516" w:rsidP="00FE444E">
      <w:pPr>
        <w:spacing w:after="0" w:line="240" w:lineRule="auto"/>
        <w:ind w:firstLine="567"/>
        <w:jc w:val="both"/>
        <w:rPr>
          <w:rFonts w:ascii="Times New Roman" w:hAnsi="Times New Roman" w:cs="Times New Roman"/>
          <w:sz w:val="24"/>
          <w:szCs w:val="24"/>
        </w:rPr>
      </w:pPr>
    </w:p>
    <w:p w:rsidR="00BB2516" w:rsidRDefault="00BB2516"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BB2516" w:rsidRPr="00250D03" w:rsidRDefault="00BB2516"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BB2516" w:rsidRPr="00250D03" w:rsidRDefault="00BB2516"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BB2516" w:rsidRPr="00FE444E" w:rsidRDefault="00BB2516" w:rsidP="00FE444E">
      <w:pPr>
        <w:pStyle w:val="Style14"/>
        <w:widowControl/>
        <w:tabs>
          <w:tab w:val="left" w:pos="709"/>
        </w:tabs>
        <w:spacing w:before="0" w:after="0" w:line="240" w:lineRule="auto"/>
        <w:ind w:firstLine="567"/>
      </w:pPr>
    </w:p>
    <w:p w:rsidR="00BB2516" w:rsidRPr="00FE444E" w:rsidRDefault="00BB2516"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BB2516"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BB2516" w:rsidRPr="00FE444E" w:rsidRDefault="00BB2516" w:rsidP="00FE444E">
      <w:pPr>
        <w:spacing w:after="0" w:line="240" w:lineRule="auto"/>
        <w:ind w:firstLine="567"/>
        <w:jc w:val="both"/>
        <w:rPr>
          <w:rFonts w:ascii="Times New Roman" w:hAnsi="Times New Roman" w:cs="Times New Roman"/>
          <w:sz w:val="24"/>
          <w:szCs w:val="24"/>
        </w:rPr>
      </w:pPr>
    </w:p>
    <w:p w:rsidR="00BB2516" w:rsidRDefault="00BB2516"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BB2516" w:rsidRPr="00250D03" w:rsidRDefault="00BB2516"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BB2516" w:rsidRPr="00FE444E" w:rsidRDefault="00BB2516"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BB2516"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BB2516" w:rsidRPr="00FE444E" w:rsidRDefault="00BB2516" w:rsidP="00FE444E">
      <w:pPr>
        <w:spacing w:after="0" w:line="240" w:lineRule="auto"/>
        <w:ind w:firstLine="567"/>
        <w:jc w:val="both"/>
        <w:rPr>
          <w:rFonts w:ascii="Times New Roman" w:hAnsi="Times New Roman" w:cs="Times New Roman"/>
          <w:sz w:val="24"/>
          <w:szCs w:val="24"/>
        </w:rPr>
      </w:pPr>
    </w:p>
    <w:p w:rsidR="00BB2516" w:rsidRDefault="00BB2516"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BB2516" w:rsidRPr="00FE444E" w:rsidRDefault="00BB2516"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BB2516" w:rsidRPr="00FE444E" w:rsidRDefault="00BB2516"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BB2516" w:rsidRPr="00FE444E" w:rsidRDefault="00BB2516"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BB2516" w:rsidRPr="00FE444E" w:rsidRDefault="00BB2516" w:rsidP="00FE444E">
      <w:pPr>
        <w:pStyle w:val="Style14"/>
        <w:widowControl/>
        <w:tabs>
          <w:tab w:val="left" w:pos="709"/>
        </w:tabs>
        <w:spacing w:before="0" w:after="0" w:line="240" w:lineRule="auto"/>
        <w:ind w:firstLine="0"/>
        <w:jc w:val="center"/>
      </w:pPr>
    </w:p>
    <w:p w:rsidR="00BB2516" w:rsidRPr="00FE444E" w:rsidRDefault="00BB2516"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BB2516" w:rsidRDefault="00BB2516"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BB2516" w:rsidRPr="00FE444E" w:rsidRDefault="00BB2516" w:rsidP="00EA2DD6">
      <w:pPr>
        <w:pStyle w:val="Style14"/>
        <w:widowControl/>
        <w:tabs>
          <w:tab w:val="left" w:pos="709"/>
        </w:tabs>
        <w:spacing w:before="0" w:after="0" w:line="240" w:lineRule="auto"/>
        <w:ind w:firstLine="567"/>
      </w:pPr>
    </w:p>
    <w:p w:rsidR="00BB2516" w:rsidRPr="00FE444E" w:rsidRDefault="00BB2516"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BB2516" w:rsidRPr="00FE444E" w:rsidRDefault="00BB25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BB2516" w:rsidRPr="00FE444E" w:rsidRDefault="00BB2516" w:rsidP="00FE444E">
      <w:pPr>
        <w:pStyle w:val="Header"/>
        <w:ind w:left="425"/>
        <w:jc w:val="center"/>
      </w:pPr>
    </w:p>
    <w:p w:rsidR="00BB2516" w:rsidRPr="00FE444E" w:rsidRDefault="00BB2516"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BB2516" w:rsidRPr="00FE444E" w:rsidRDefault="00BB2516" w:rsidP="00FE444E">
      <w:pPr>
        <w:pStyle w:val="Header"/>
        <w:ind w:firstLine="425"/>
      </w:pPr>
    </w:p>
    <w:p w:rsidR="00BB2516" w:rsidRPr="00FE444E" w:rsidRDefault="00BB2516"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BB2516" w:rsidRPr="00FE444E" w:rsidRDefault="00BB2516" w:rsidP="00FE444E">
      <w:pPr>
        <w:pStyle w:val="Header"/>
        <w:jc w:val="center"/>
      </w:pPr>
      <w:r w:rsidRPr="00FE444E">
        <w:t>№ 1.________________________________________________________________________</w:t>
      </w:r>
    </w:p>
    <w:p w:rsidR="00BB2516" w:rsidRPr="00FE444E" w:rsidRDefault="00BB2516" w:rsidP="00FE444E">
      <w:pPr>
        <w:pStyle w:val="Header"/>
        <w:jc w:val="center"/>
      </w:pPr>
      <w:r w:rsidRPr="00FE444E">
        <w:t>№ 2.________________________________________________________________________</w:t>
      </w:r>
    </w:p>
    <w:p w:rsidR="00BB2516" w:rsidRPr="00FE444E" w:rsidRDefault="00BB2516" w:rsidP="00FE444E">
      <w:pPr>
        <w:pStyle w:val="Header"/>
      </w:pPr>
      <w:r>
        <w:t xml:space="preserve">  </w:t>
      </w:r>
      <w:r w:rsidRPr="00FE444E">
        <w:t>№ 3.________________________________________________________________________</w:t>
      </w:r>
    </w:p>
    <w:p w:rsidR="00BB2516" w:rsidRPr="00FE444E" w:rsidRDefault="00BB2516" w:rsidP="00FE444E">
      <w:pPr>
        <w:pStyle w:val="Header"/>
      </w:pPr>
      <w:r>
        <w:t xml:space="preserve">  </w:t>
      </w:r>
      <w:r w:rsidRPr="00FE444E">
        <w:t>№ 4.________________________________________________________________________</w:t>
      </w:r>
    </w:p>
    <w:p w:rsidR="00BB2516" w:rsidRPr="00FE444E" w:rsidRDefault="00BB2516" w:rsidP="00FE444E">
      <w:pPr>
        <w:pStyle w:val="Header"/>
      </w:pPr>
      <w:r>
        <w:t xml:space="preserve">  </w:t>
      </w:r>
      <w:r w:rsidRPr="00FE444E">
        <w:t>№ 5.________________________________________________________________________</w:t>
      </w:r>
    </w:p>
    <w:p w:rsidR="00BB2516" w:rsidRPr="00FE444E" w:rsidRDefault="00BB2516" w:rsidP="00FE444E">
      <w:pPr>
        <w:pStyle w:val="Header"/>
      </w:pPr>
    </w:p>
    <w:p w:rsidR="00BB2516" w:rsidRPr="00FE444E" w:rsidRDefault="00BB2516" w:rsidP="00FE444E">
      <w:pPr>
        <w:pStyle w:val="BodyText"/>
        <w:spacing w:after="0" w:line="240" w:lineRule="auto"/>
        <w:jc w:val="center"/>
        <w:rPr>
          <w:rFonts w:ascii="Times New Roman" w:hAnsi="Times New Roman" w:cs="Times New Roman"/>
          <w:sz w:val="24"/>
          <w:szCs w:val="24"/>
        </w:rPr>
      </w:pPr>
    </w:p>
    <w:p w:rsidR="00BB2516" w:rsidRPr="00AB5687" w:rsidRDefault="00BB2516"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BB2516" w:rsidRPr="00FE444E" w:rsidRDefault="00BB2516" w:rsidP="00FE444E">
      <w:pPr>
        <w:spacing w:after="0" w:line="240" w:lineRule="auto"/>
        <w:ind w:firstLine="426"/>
        <w:jc w:val="both"/>
        <w:rPr>
          <w:rFonts w:ascii="Times New Roman" w:hAnsi="Times New Roman" w:cs="Times New Roman"/>
          <w:sz w:val="24"/>
          <w:szCs w:val="24"/>
        </w:rPr>
      </w:pPr>
    </w:p>
    <w:p w:rsidR="00BB2516" w:rsidRPr="00FE444E" w:rsidRDefault="00BB2516"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BB2516" w:rsidRPr="00FE444E" w:rsidRDefault="00BB2516" w:rsidP="00FE444E">
      <w:pPr>
        <w:spacing w:after="0" w:line="240" w:lineRule="auto"/>
        <w:rPr>
          <w:rFonts w:ascii="Times New Roman" w:hAnsi="Times New Roman" w:cs="Times New Roman"/>
          <w:sz w:val="24"/>
          <w:szCs w:val="24"/>
        </w:rPr>
      </w:pPr>
    </w:p>
    <w:p w:rsidR="00BB2516" w:rsidRPr="00FE444E" w:rsidRDefault="00BB2516"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BB2516" w:rsidRPr="00FE444E" w:rsidRDefault="00BB2516"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BB2516" w:rsidRDefault="00BB2516"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BB2516" w:rsidRDefault="00BB2516" w:rsidP="00FE444E">
      <w:pPr>
        <w:spacing w:after="0" w:line="240" w:lineRule="auto"/>
        <w:ind w:firstLine="426"/>
        <w:rPr>
          <w:rFonts w:ascii="Times New Roman" w:hAnsi="Times New Roman" w:cs="Times New Roman"/>
          <w:sz w:val="24"/>
          <w:szCs w:val="24"/>
        </w:rPr>
      </w:pPr>
    </w:p>
    <w:p w:rsidR="00BB2516" w:rsidRPr="00FE444E" w:rsidRDefault="00BB2516"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BB2516" w:rsidRPr="00FE444E" w:rsidRDefault="00BB2516"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BB2516" w:rsidRPr="00FE444E" w:rsidRDefault="00BB2516"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BB2516" w:rsidRPr="00FE444E" w:rsidRDefault="00BB2516" w:rsidP="00FE444E">
      <w:pPr>
        <w:spacing w:after="0" w:line="240" w:lineRule="auto"/>
        <w:ind w:firstLine="567"/>
        <w:jc w:val="center"/>
        <w:rPr>
          <w:rFonts w:ascii="Times New Roman" w:hAnsi="Times New Roman" w:cs="Times New Roman"/>
          <w:sz w:val="24"/>
          <w:szCs w:val="24"/>
        </w:rPr>
      </w:pPr>
    </w:p>
    <w:p w:rsidR="00BB2516" w:rsidRPr="00FE444E" w:rsidRDefault="00BB2516"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BB2516" w:rsidRPr="00FE444E" w:rsidRDefault="00BB2516" w:rsidP="00FE444E">
      <w:pPr>
        <w:spacing w:after="0" w:line="240" w:lineRule="auto"/>
        <w:jc w:val="both"/>
        <w:rPr>
          <w:rFonts w:ascii="Times New Roman" w:hAnsi="Times New Roman" w:cs="Times New Roman"/>
          <w:sz w:val="24"/>
          <w:szCs w:val="24"/>
        </w:rPr>
      </w:pPr>
    </w:p>
    <w:p w:rsidR="00BB2516" w:rsidRPr="00FE444E" w:rsidRDefault="00BB251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BB2516" w:rsidRPr="00FE444E" w:rsidRDefault="00BB2516" w:rsidP="00FE444E">
      <w:pPr>
        <w:spacing w:after="0" w:line="240" w:lineRule="auto"/>
        <w:jc w:val="both"/>
        <w:rPr>
          <w:rFonts w:ascii="Times New Roman" w:hAnsi="Times New Roman" w:cs="Times New Roman"/>
          <w:sz w:val="24"/>
          <w:szCs w:val="24"/>
        </w:rPr>
      </w:pPr>
    </w:p>
    <w:p w:rsidR="00BB2516" w:rsidRPr="00FE444E" w:rsidRDefault="00BB251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BB2516" w:rsidRPr="00FE444E" w:rsidRDefault="00BB2516" w:rsidP="00FE444E">
      <w:pPr>
        <w:spacing w:after="0" w:line="240" w:lineRule="auto"/>
        <w:jc w:val="both"/>
        <w:rPr>
          <w:rFonts w:ascii="Times New Roman" w:hAnsi="Times New Roman" w:cs="Times New Roman"/>
          <w:sz w:val="24"/>
          <w:szCs w:val="24"/>
        </w:rPr>
      </w:pPr>
    </w:p>
    <w:p w:rsidR="00BB2516" w:rsidRPr="00FE444E" w:rsidRDefault="00BB251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BB2516" w:rsidRPr="00FE444E" w:rsidRDefault="00BB2516" w:rsidP="00FE444E">
      <w:pPr>
        <w:pStyle w:val="ListParagraph"/>
        <w:spacing w:after="0" w:line="240" w:lineRule="auto"/>
        <w:ind w:left="4962" w:firstLine="702"/>
        <w:rPr>
          <w:rFonts w:ascii="Times New Roman" w:hAnsi="Times New Roman" w:cs="Times New Roman"/>
          <w:sz w:val="24"/>
          <w:szCs w:val="24"/>
        </w:rPr>
      </w:pPr>
    </w:p>
    <w:p w:rsidR="00BB2516" w:rsidRDefault="00BB2516" w:rsidP="00FE444E">
      <w:pPr>
        <w:spacing w:after="0" w:line="240" w:lineRule="auto"/>
        <w:jc w:val="both"/>
        <w:rPr>
          <w:rFonts w:ascii="Times New Roman" w:hAnsi="Times New Roman" w:cs="Times New Roman"/>
          <w:sz w:val="24"/>
          <w:szCs w:val="24"/>
        </w:rPr>
      </w:pPr>
    </w:p>
    <w:p w:rsidR="00BB2516" w:rsidRPr="00C16C63" w:rsidRDefault="00BB2516" w:rsidP="00FE444E">
      <w:pPr>
        <w:spacing w:after="0" w:line="240" w:lineRule="auto"/>
        <w:jc w:val="both"/>
        <w:rPr>
          <w:rFonts w:ascii="Times New Roman" w:hAnsi="Times New Roman" w:cs="Times New Roman"/>
          <w:sz w:val="24"/>
          <w:szCs w:val="24"/>
        </w:rPr>
      </w:pPr>
    </w:p>
    <w:sectPr w:rsidR="00BB2516"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B775C"/>
    <w:rsid w:val="000D10AC"/>
    <w:rsid w:val="000F3F27"/>
    <w:rsid w:val="000F3FBC"/>
    <w:rsid w:val="00100CA4"/>
    <w:rsid w:val="00105C97"/>
    <w:rsid w:val="001328D0"/>
    <w:rsid w:val="0014304B"/>
    <w:rsid w:val="001779D8"/>
    <w:rsid w:val="00177D18"/>
    <w:rsid w:val="001823B0"/>
    <w:rsid w:val="00182C85"/>
    <w:rsid w:val="001848CB"/>
    <w:rsid w:val="00192BD1"/>
    <w:rsid w:val="00195397"/>
    <w:rsid w:val="001D2C65"/>
    <w:rsid w:val="00210FE0"/>
    <w:rsid w:val="00213631"/>
    <w:rsid w:val="00227466"/>
    <w:rsid w:val="00243B63"/>
    <w:rsid w:val="00247573"/>
    <w:rsid w:val="00250D03"/>
    <w:rsid w:val="00255846"/>
    <w:rsid w:val="00286E09"/>
    <w:rsid w:val="002B03DB"/>
    <w:rsid w:val="002B44A6"/>
    <w:rsid w:val="002B6AC9"/>
    <w:rsid w:val="002C2471"/>
    <w:rsid w:val="002C4F6E"/>
    <w:rsid w:val="00303A1B"/>
    <w:rsid w:val="003214BE"/>
    <w:rsid w:val="00331B78"/>
    <w:rsid w:val="003335A2"/>
    <w:rsid w:val="0034711D"/>
    <w:rsid w:val="003A15E6"/>
    <w:rsid w:val="003A5A8D"/>
    <w:rsid w:val="003B364D"/>
    <w:rsid w:val="003B5845"/>
    <w:rsid w:val="003B7EE8"/>
    <w:rsid w:val="003C6131"/>
    <w:rsid w:val="003F0EF6"/>
    <w:rsid w:val="003F203C"/>
    <w:rsid w:val="00412B3C"/>
    <w:rsid w:val="00431B2C"/>
    <w:rsid w:val="004323EF"/>
    <w:rsid w:val="00433E80"/>
    <w:rsid w:val="0045652B"/>
    <w:rsid w:val="00464C00"/>
    <w:rsid w:val="004762F7"/>
    <w:rsid w:val="00483109"/>
    <w:rsid w:val="00485529"/>
    <w:rsid w:val="005367B4"/>
    <w:rsid w:val="005828D6"/>
    <w:rsid w:val="005862F5"/>
    <w:rsid w:val="00596C11"/>
    <w:rsid w:val="005B6F0B"/>
    <w:rsid w:val="005C750F"/>
    <w:rsid w:val="005F5DCD"/>
    <w:rsid w:val="00600BF7"/>
    <w:rsid w:val="006024B9"/>
    <w:rsid w:val="0065119F"/>
    <w:rsid w:val="00665978"/>
    <w:rsid w:val="00690852"/>
    <w:rsid w:val="00692245"/>
    <w:rsid w:val="006A5A6F"/>
    <w:rsid w:val="006D3D31"/>
    <w:rsid w:val="006E0F8B"/>
    <w:rsid w:val="007018CA"/>
    <w:rsid w:val="00707F60"/>
    <w:rsid w:val="00720434"/>
    <w:rsid w:val="00723B7C"/>
    <w:rsid w:val="0075512B"/>
    <w:rsid w:val="00755800"/>
    <w:rsid w:val="007647E0"/>
    <w:rsid w:val="007654F9"/>
    <w:rsid w:val="00796D33"/>
    <w:rsid w:val="007D65C4"/>
    <w:rsid w:val="007E3374"/>
    <w:rsid w:val="007E775B"/>
    <w:rsid w:val="00802EA6"/>
    <w:rsid w:val="00810CD0"/>
    <w:rsid w:val="00810CD1"/>
    <w:rsid w:val="00822604"/>
    <w:rsid w:val="00835CA5"/>
    <w:rsid w:val="008451F3"/>
    <w:rsid w:val="008504E8"/>
    <w:rsid w:val="00893D05"/>
    <w:rsid w:val="008C5567"/>
    <w:rsid w:val="008C5597"/>
    <w:rsid w:val="008D06AC"/>
    <w:rsid w:val="008D52BA"/>
    <w:rsid w:val="008D7CDE"/>
    <w:rsid w:val="008E28B1"/>
    <w:rsid w:val="00906155"/>
    <w:rsid w:val="00907E6B"/>
    <w:rsid w:val="00915F3A"/>
    <w:rsid w:val="00934A84"/>
    <w:rsid w:val="009553A2"/>
    <w:rsid w:val="00963C68"/>
    <w:rsid w:val="00976BB3"/>
    <w:rsid w:val="00976DB2"/>
    <w:rsid w:val="009847BA"/>
    <w:rsid w:val="00985ADA"/>
    <w:rsid w:val="009D4038"/>
    <w:rsid w:val="009D58A5"/>
    <w:rsid w:val="00A121BF"/>
    <w:rsid w:val="00A13CCD"/>
    <w:rsid w:val="00A14255"/>
    <w:rsid w:val="00A203FA"/>
    <w:rsid w:val="00A412EC"/>
    <w:rsid w:val="00A757CC"/>
    <w:rsid w:val="00A8325C"/>
    <w:rsid w:val="00A86D7C"/>
    <w:rsid w:val="00A9484D"/>
    <w:rsid w:val="00AB5687"/>
    <w:rsid w:val="00AB7EEF"/>
    <w:rsid w:val="00AC2ADC"/>
    <w:rsid w:val="00AC2DAB"/>
    <w:rsid w:val="00AD771D"/>
    <w:rsid w:val="00AE0CF1"/>
    <w:rsid w:val="00AF3282"/>
    <w:rsid w:val="00B0323D"/>
    <w:rsid w:val="00B222D4"/>
    <w:rsid w:val="00B22A0D"/>
    <w:rsid w:val="00B500EE"/>
    <w:rsid w:val="00B57E6E"/>
    <w:rsid w:val="00B70109"/>
    <w:rsid w:val="00B81B39"/>
    <w:rsid w:val="00BB0B00"/>
    <w:rsid w:val="00BB2516"/>
    <w:rsid w:val="00BD4945"/>
    <w:rsid w:val="00BF3621"/>
    <w:rsid w:val="00BF7716"/>
    <w:rsid w:val="00C00B9B"/>
    <w:rsid w:val="00C02BD3"/>
    <w:rsid w:val="00C16C63"/>
    <w:rsid w:val="00C23AC8"/>
    <w:rsid w:val="00C33317"/>
    <w:rsid w:val="00C34EA0"/>
    <w:rsid w:val="00CB48A1"/>
    <w:rsid w:val="00CD0B6C"/>
    <w:rsid w:val="00CD2722"/>
    <w:rsid w:val="00CD3AB5"/>
    <w:rsid w:val="00CE6CE5"/>
    <w:rsid w:val="00D03EDB"/>
    <w:rsid w:val="00D41469"/>
    <w:rsid w:val="00D430CC"/>
    <w:rsid w:val="00D51610"/>
    <w:rsid w:val="00D55FE8"/>
    <w:rsid w:val="00D742EF"/>
    <w:rsid w:val="00D97801"/>
    <w:rsid w:val="00DC5881"/>
    <w:rsid w:val="00DD4CD2"/>
    <w:rsid w:val="00DD4FDA"/>
    <w:rsid w:val="00DE3F58"/>
    <w:rsid w:val="00DF40C5"/>
    <w:rsid w:val="00E0207B"/>
    <w:rsid w:val="00E368EC"/>
    <w:rsid w:val="00E62E10"/>
    <w:rsid w:val="00EA2DD6"/>
    <w:rsid w:val="00EE10CF"/>
    <w:rsid w:val="00EF317D"/>
    <w:rsid w:val="00F10885"/>
    <w:rsid w:val="00F119A4"/>
    <w:rsid w:val="00F40E68"/>
    <w:rsid w:val="00F46658"/>
    <w:rsid w:val="00F6320F"/>
    <w:rsid w:val="00F650A6"/>
    <w:rsid w:val="00F86246"/>
    <w:rsid w:val="00F905DF"/>
    <w:rsid w:val="00F91CBA"/>
    <w:rsid w:val="00FC5EC1"/>
    <w:rsid w:val="00FC7EBB"/>
    <w:rsid w:val="00FE069F"/>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divs>
    <w:div w:id="1664077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mar197777@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235</TotalTime>
  <Pages>22</Pages>
  <Words>7601</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32</cp:revision>
  <cp:lastPrinted>2012-05-04T11:02:00Z</cp:lastPrinted>
  <dcterms:created xsi:type="dcterms:W3CDTF">2012-05-04T06:04:00Z</dcterms:created>
  <dcterms:modified xsi:type="dcterms:W3CDTF">2012-05-15T03:39:00Z</dcterms:modified>
</cp:coreProperties>
</file>